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Layout"/>
        <w:tblW w:w="14400" w:type="dxa"/>
        <w:tblLayout w:type="fixed"/>
        <w:tblLook w:val="04A0" w:firstRow="1" w:lastRow="0" w:firstColumn="1" w:lastColumn="0" w:noHBand="0" w:noVBand="1"/>
        <w:tblDescription w:val="Brochure layout table page 1"/>
      </w:tblPr>
      <w:tblGrid>
        <w:gridCol w:w="3840"/>
        <w:gridCol w:w="24"/>
        <w:gridCol w:w="691"/>
        <w:gridCol w:w="713"/>
        <w:gridCol w:w="3842"/>
        <w:gridCol w:w="701"/>
        <w:gridCol w:w="19"/>
        <w:gridCol w:w="720"/>
        <w:gridCol w:w="3850"/>
      </w:tblGrid>
      <w:tr w:rsidR="00641D4D" w:rsidRPr="00D85100" w:rsidTr="00577795">
        <w:trPr>
          <w:trHeight w:hRule="exact" w:val="10800"/>
        </w:trPr>
        <w:tc>
          <w:tcPr>
            <w:tcW w:w="3864" w:type="dxa"/>
            <w:gridSpan w:val="2"/>
          </w:tcPr>
          <w:p w:rsidR="008F136D" w:rsidRPr="008B2A33" w:rsidRDefault="008F136D" w:rsidP="008F136D">
            <w:pPr>
              <w:jc w:val="center"/>
              <w:rPr>
                <w:rFonts w:ascii="Ravie" w:hAnsi="Ravie"/>
                <w:sz w:val="48"/>
                <w:szCs w:val="48"/>
              </w:rPr>
            </w:pPr>
            <w:r w:rsidRPr="008F136D">
              <w:rPr>
                <w:rFonts w:ascii="Ravie" w:hAnsi="Ravie"/>
                <w:sz w:val="48"/>
                <w:szCs w:val="48"/>
              </w:rPr>
              <w:t>WINE</w:t>
            </w:r>
          </w:p>
          <w:tbl>
            <w:tblPr>
              <w:tblW w:w="401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19"/>
            </w:tblGrid>
            <w:tr w:rsidR="008F136D" w:rsidRPr="008B2A33" w:rsidTr="008F136D">
              <w:trPr>
                <w:trHeight w:val="83"/>
                <w:tblCellSpacing w:w="0" w:type="dxa"/>
              </w:trPr>
              <w:tc>
                <w:tcPr>
                  <w:tcW w:w="4019" w:type="dxa"/>
                </w:tcPr>
                <w:p w:rsidR="008F136D" w:rsidRPr="008B2A33" w:rsidRDefault="008F136D" w:rsidP="008F136D">
                  <w:pPr>
                    <w:spacing w:after="0" w:line="240" w:lineRule="auto"/>
                    <w:jc w:val="center"/>
                    <w:rPr>
                      <w:rFonts w:ascii="Agency FB" w:eastAsia="Times New Roman" w:hAnsi="Agency FB" w:cs="Arial"/>
                      <w:color w:val="auto"/>
                    </w:rPr>
                  </w:pPr>
                </w:p>
              </w:tc>
            </w:tr>
          </w:tbl>
          <w:p w:rsidR="008D7339" w:rsidRPr="005674D6" w:rsidRDefault="008D7339" w:rsidP="008D7339">
            <w:pPr>
              <w:spacing w:after="0" w:line="240" w:lineRule="auto"/>
              <w:jc w:val="center"/>
              <w:rPr>
                <w:rFonts w:ascii="Ravie" w:eastAsia="Times New Roman" w:hAnsi="Ravie" w:cs="Arial"/>
                <w:color w:val="auto"/>
                <w:sz w:val="24"/>
                <w:szCs w:val="24"/>
                <w:u w:val="single"/>
              </w:rPr>
            </w:pPr>
            <w:r w:rsidRPr="005674D6">
              <w:rPr>
                <w:rFonts w:ascii="Ravie" w:eastAsia="Times New Roman" w:hAnsi="Ravie" w:cs="Arial"/>
                <w:color w:val="auto"/>
                <w:sz w:val="24"/>
                <w:szCs w:val="24"/>
                <w:u w:val="single"/>
              </w:rPr>
              <w:t xml:space="preserve">House Wines </w:t>
            </w:r>
          </w:p>
          <w:p w:rsidR="008D7339" w:rsidRPr="005674D6" w:rsidRDefault="008D7339" w:rsidP="008D7339">
            <w:pPr>
              <w:spacing w:after="0" w:line="240" w:lineRule="auto"/>
              <w:jc w:val="center"/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</w:pP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>$5</w:t>
            </w:r>
            <w:r w:rsidRPr="005674D6">
              <w:rPr>
                <w:rFonts w:ascii="Ravie" w:eastAsia="Times New Roman" w:hAnsi="Ravie" w:cs="Arial"/>
                <w:color w:val="auto"/>
                <w:sz w:val="24"/>
                <w:szCs w:val="24"/>
                <w:u w:val="single"/>
              </w:rPr>
              <w:br/>
            </w: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 xml:space="preserve"> Chardonnay </w:t>
            </w:r>
          </w:p>
          <w:p w:rsidR="008D7339" w:rsidRPr="005674D6" w:rsidRDefault="008D7339" w:rsidP="008D7339">
            <w:pPr>
              <w:spacing w:after="0" w:line="240" w:lineRule="auto"/>
              <w:jc w:val="center"/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</w:pP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 xml:space="preserve"> Cabernet S</w:t>
            </w:r>
            <w:r w:rsidR="00BE0EDF"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 xml:space="preserve">auvignon </w:t>
            </w:r>
            <w:r w:rsidR="00BE0EDF"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br/>
              <w:t xml:space="preserve">Merlot </w:t>
            </w:r>
            <w:r w:rsidR="00BE0EDF"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br/>
              <w:t xml:space="preserve">Pinot </w:t>
            </w:r>
            <w:proofErr w:type="spellStart"/>
            <w:r w:rsidR="00BE0EDF"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>Grigio</w:t>
            </w:r>
            <w:proofErr w:type="spellEnd"/>
            <w:r w:rsidR="00BE0EDF"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 xml:space="preserve"> </w:t>
            </w: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br/>
              <w:t>Zinfandel</w:t>
            </w: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br/>
            </w: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br/>
              <w:t>- Rotating Seasonal Wines - from $6</w:t>
            </w:r>
          </w:p>
          <w:p w:rsidR="00BE0EDF" w:rsidRPr="005674D6" w:rsidRDefault="00BE0EDF" w:rsidP="008D7339">
            <w:pPr>
              <w:spacing w:after="0" w:line="240" w:lineRule="auto"/>
              <w:jc w:val="center"/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</w:pP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>Pinot Noir $6</w:t>
            </w:r>
          </w:p>
          <w:p w:rsidR="006900E9" w:rsidRPr="005674D6" w:rsidRDefault="006900E9" w:rsidP="008D7339">
            <w:pPr>
              <w:spacing w:after="0" w:line="240" w:lineRule="auto"/>
              <w:jc w:val="center"/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</w:pPr>
            <w:r w:rsidRPr="005674D6">
              <w:rPr>
                <w:rFonts w:ascii="Agency FB" w:eastAsia="Times New Roman" w:hAnsi="Agency FB" w:cs="Arial"/>
                <w:color w:val="auto"/>
                <w:sz w:val="24"/>
                <w:szCs w:val="24"/>
              </w:rPr>
              <w:t>Red Blend $6</w:t>
            </w:r>
          </w:p>
          <w:p w:rsidR="008D7339" w:rsidRDefault="008D7339" w:rsidP="008D7339">
            <w:pPr>
              <w:jc w:val="center"/>
              <w:rPr>
                <w:rFonts w:ascii="Ravie" w:hAnsi="Ravie"/>
                <w:sz w:val="36"/>
                <w:szCs w:val="36"/>
              </w:rPr>
            </w:pPr>
            <w:r>
              <w:rPr>
                <w:rFonts w:ascii="Ravie" w:hAnsi="Ravie"/>
                <w:noProof/>
                <w:sz w:val="36"/>
                <w:szCs w:val="36"/>
                <w:lang w:eastAsia="en-US"/>
              </w:rPr>
              <w:drawing>
                <wp:inline distT="0" distB="0" distL="0" distR="0" wp14:anchorId="2B158972" wp14:editId="7446A185">
                  <wp:extent cx="2451100" cy="147066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 Lodge-Kettle_FINAL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7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D7339">
              <w:rPr>
                <w:rFonts w:ascii="Ravie" w:hAnsi="Ravie"/>
                <w:sz w:val="36"/>
                <w:szCs w:val="36"/>
              </w:rPr>
              <w:t>About Us</w:t>
            </w:r>
          </w:p>
          <w:p w:rsidR="00381220" w:rsidRPr="00295233" w:rsidRDefault="008D7339" w:rsidP="005674D6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295233">
              <w:rPr>
                <w:rFonts w:ascii="Agency FB" w:hAnsi="Agency FB"/>
                <w:color w:val="auto"/>
                <w:sz w:val="18"/>
                <w:szCs w:val="18"/>
              </w:rPr>
              <w:t xml:space="preserve">The Lodge is the heart of Copper Kettle Cottages. We are open to the public </w:t>
            </w:r>
            <w:r w:rsidRPr="00295233">
              <w:rPr>
                <w:rStyle w:val="pagecopy1"/>
                <w:rFonts w:ascii="Agency FB" w:hAnsi="Agency FB"/>
                <w:color w:val="auto"/>
              </w:rPr>
              <w:t xml:space="preserve">year round.   The Copper Kettle provides lodging options to guests looking to experience all the area has to offer &amp; The Lodge provides good times and a warm friendly atmosphere to all who wish </w:t>
            </w:r>
            <w:r w:rsidR="00487219">
              <w:rPr>
                <w:rStyle w:val="pagecopy1"/>
                <w:rFonts w:ascii="Agency FB" w:hAnsi="Agency FB"/>
                <w:color w:val="auto"/>
              </w:rPr>
              <w:t xml:space="preserve">to </w:t>
            </w:r>
            <w:r w:rsidRPr="00295233">
              <w:rPr>
                <w:rStyle w:val="pagecopy1"/>
                <w:rFonts w:ascii="Agency FB" w:hAnsi="Agency FB"/>
                <w:color w:val="auto"/>
              </w:rPr>
              <w:t xml:space="preserve">enter.  </w:t>
            </w:r>
            <w:r w:rsidR="009964CD">
              <w:rPr>
                <w:rStyle w:val="pagecopy1"/>
                <w:rFonts w:ascii="Agency FB" w:hAnsi="Agency FB"/>
                <w:color w:val="auto"/>
              </w:rPr>
              <w:t>W</w:t>
            </w:r>
            <w:r w:rsidRPr="00295233">
              <w:rPr>
                <w:rStyle w:val="pagecopy1"/>
                <w:rFonts w:ascii="Agency FB" w:hAnsi="Agency FB"/>
                <w:color w:val="auto"/>
              </w:rPr>
              <w:t>h</w:t>
            </w:r>
            <w:r w:rsidR="009964CD">
              <w:rPr>
                <w:rStyle w:val="pagecopy1"/>
                <w:rFonts w:ascii="Agency FB" w:hAnsi="Agency FB"/>
                <w:color w:val="auto"/>
              </w:rPr>
              <w:t>eth</w:t>
            </w:r>
            <w:r w:rsidRPr="00295233">
              <w:rPr>
                <w:rStyle w:val="pagecopy1"/>
                <w:rFonts w:ascii="Agency FB" w:hAnsi="Agency FB"/>
                <w:color w:val="auto"/>
              </w:rPr>
              <w:t xml:space="preserve">er you stay for a week, a night...or just a drink - The Lodge at The Copper Kettle will deliver a memorably good time.  </w:t>
            </w:r>
            <w:r w:rsidRPr="00295233">
              <w:rPr>
                <w:rStyle w:val="pagecopy1"/>
              </w:rPr>
              <w:t>.</w:t>
            </w:r>
          </w:p>
          <w:p w:rsidR="008F136D" w:rsidRPr="008D7339" w:rsidRDefault="008F136D" w:rsidP="008D7339">
            <w:pPr>
              <w:pStyle w:val="Heading2"/>
              <w:spacing w:before="240"/>
              <w:jc w:val="center"/>
              <w:rPr>
                <w:rFonts w:ascii="Ravie" w:hAnsi="Ravie"/>
                <w:sz w:val="36"/>
                <w:szCs w:val="36"/>
              </w:rPr>
            </w:pPr>
            <w:r w:rsidRPr="008D7339">
              <w:rPr>
                <w:rFonts w:ascii="Ravie" w:hAnsi="Ravie"/>
                <w:sz w:val="36"/>
                <w:szCs w:val="36"/>
              </w:rPr>
              <w:t>Contact Us</w:t>
            </w:r>
          </w:p>
          <w:p w:rsidR="008E43FC" w:rsidRPr="008E43FC" w:rsidRDefault="008F136D" w:rsidP="008F136D">
            <w:pPr>
              <w:jc w:val="center"/>
              <w:rPr>
                <w:sz w:val="16"/>
                <w:szCs w:val="16"/>
              </w:rPr>
            </w:pPr>
            <w:r w:rsidRPr="005743B0">
              <w:rPr>
                <w:rFonts w:ascii="Agency FB" w:hAnsi="Agency FB"/>
                <w:sz w:val="16"/>
                <w:szCs w:val="16"/>
              </w:rPr>
              <w:t>Phone: 518.734.3575</w:t>
            </w:r>
            <w:r w:rsidRPr="005743B0">
              <w:rPr>
                <w:rFonts w:ascii="Agency FB" w:hAnsi="Agency FB"/>
                <w:sz w:val="16"/>
                <w:szCs w:val="16"/>
              </w:rPr>
              <w:br/>
              <w:t>Email: info@copperkettlecottages.com</w:t>
            </w:r>
            <w:r w:rsidRPr="005743B0">
              <w:rPr>
                <w:rFonts w:ascii="Agency FB" w:hAnsi="Agency FB"/>
                <w:sz w:val="16"/>
                <w:szCs w:val="16"/>
              </w:rPr>
              <w:br/>
              <w:t>Web: www.copperkettlecottages.com</w:t>
            </w:r>
          </w:p>
        </w:tc>
        <w:tc>
          <w:tcPr>
            <w:tcW w:w="691" w:type="dxa"/>
          </w:tcPr>
          <w:p w:rsidR="00641D4D" w:rsidRPr="00D85100" w:rsidRDefault="00641D4D">
            <w:pPr>
              <w:rPr>
                <w:rFonts w:ascii="Ravie" w:hAnsi="Ravie"/>
              </w:rPr>
            </w:pPr>
          </w:p>
        </w:tc>
        <w:tc>
          <w:tcPr>
            <w:tcW w:w="713" w:type="dxa"/>
          </w:tcPr>
          <w:p w:rsidR="00641D4D" w:rsidRPr="00D85100" w:rsidRDefault="00641D4D" w:rsidP="0073363E">
            <w:pPr>
              <w:jc w:val="center"/>
              <w:rPr>
                <w:rFonts w:ascii="Ravie" w:hAnsi="Ravie"/>
              </w:rPr>
            </w:pPr>
          </w:p>
        </w:tc>
        <w:tc>
          <w:tcPr>
            <w:tcW w:w="3842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2"/>
            </w:tblGrid>
            <w:tr w:rsidR="00641D4D" w:rsidRPr="00D85100">
              <w:trPr>
                <w:trHeight w:hRule="exact" w:val="7920"/>
              </w:trPr>
              <w:tc>
                <w:tcPr>
                  <w:tcW w:w="5000" w:type="pct"/>
                </w:tcPr>
                <w:p w:rsidR="00641D4D" w:rsidRPr="00381220" w:rsidRDefault="005743B0" w:rsidP="0073363E">
                  <w:pPr>
                    <w:pStyle w:val="Heading1"/>
                    <w:jc w:val="center"/>
                    <w:rPr>
                      <w:rFonts w:ascii="Ravie" w:hAnsi="Ravie"/>
                      <w:color w:val="auto"/>
                      <w:sz w:val="48"/>
                      <w:szCs w:val="48"/>
                    </w:rPr>
                  </w:pPr>
                  <w:r w:rsidRPr="00381220">
                    <w:rPr>
                      <w:rFonts w:ascii="Ravie" w:hAnsi="Ravie"/>
                      <w:color w:val="auto"/>
                      <w:sz w:val="48"/>
                      <w:szCs w:val="48"/>
                    </w:rPr>
                    <w:t>BREWS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16"/>
                    <w:gridCol w:w="1917"/>
                  </w:tblGrid>
                  <w:tr w:rsidR="005743B0" w:rsidRPr="008262A0" w:rsidTr="005743B0">
                    <w:tc>
                      <w:tcPr>
                        <w:tcW w:w="1916" w:type="dxa"/>
                      </w:tcPr>
                      <w:p w:rsidR="008262A0" w:rsidRPr="005674D6" w:rsidRDefault="005743B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DRAUGHT</w:t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Guinness</w:t>
                        </w:r>
                      </w:p>
                      <w:p w:rsidR="008262A0" w:rsidRPr="005674D6" w:rsidRDefault="005743B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4.2% 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/$</w:t>
                        </w:r>
                        <w:r w:rsidR="004B575B">
                          <w:rPr>
                            <w:rFonts w:ascii="Agency FB" w:eastAsia="Times New Roman" w:hAnsi="Agency FB" w:cs="Arial"/>
                            <w:color w:val="auto"/>
                          </w:rPr>
                          <w:t>7</w:t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Palm (Belgian Ale)</w:t>
                        </w:r>
                      </w:p>
                      <w:p w:rsidR="009306BC" w:rsidRDefault="005743B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5.4% 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/$</w:t>
                        </w:r>
                        <w:r w:rsidR="004B575B">
                          <w:rPr>
                            <w:rFonts w:ascii="Agency FB" w:eastAsia="Times New Roman" w:hAnsi="Agency FB" w:cs="Arial"/>
                            <w:color w:val="auto"/>
                          </w:rPr>
                          <w:t>6</w:t>
                        </w:r>
                      </w:p>
                      <w:p w:rsidR="009306BC" w:rsidRDefault="009306BC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Black Velvet</w:t>
                        </w:r>
                      </w:p>
                      <w:p w:rsidR="00B55378" w:rsidRDefault="009306BC" w:rsidP="009306BC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$7</w:t>
                        </w:r>
                      </w:p>
                      <w:p w:rsidR="00B55378" w:rsidRDefault="00B55378" w:rsidP="009306BC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*</w:t>
                        </w:r>
                        <w:r w:rsidRPr="00B55378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Rotating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Pr="00B55378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IPA</w:t>
                        </w: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*</w:t>
                        </w:r>
                      </w:p>
                      <w:p w:rsidR="009306BC" w:rsidRDefault="00B55378" w:rsidP="009306BC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B55378">
                          <w:rPr>
                            <w:rFonts w:ascii="Agency FB" w:eastAsia="Times New Roman" w:hAnsi="Agency FB" w:cs="Arial"/>
                            <w:i/>
                            <w:color w:val="auto"/>
                          </w:rPr>
                          <w:t xml:space="preserve"> From</w:t>
                        </w: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$6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*</w:t>
                        </w:r>
                        <w:r w:rsidR="007555F2" w:rsidRPr="00B55378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Rotating</w:t>
                        </w:r>
                        <w:r w:rsidRPr="00B55378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 xml:space="preserve"> Seasonal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*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="009306BC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    </w:t>
                        </w:r>
                      </w:p>
                      <w:p w:rsidR="00487219" w:rsidRDefault="00B55378" w:rsidP="00487219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B55378">
                          <w:rPr>
                            <w:rFonts w:ascii="Agency FB" w:eastAsia="Times New Roman" w:hAnsi="Agency FB" w:cs="Arial"/>
                            <w:i/>
                            <w:color w:val="auto"/>
                          </w:rPr>
                          <w:t>From</w:t>
                        </w: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="00487219">
                          <w:rPr>
                            <w:rFonts w:ascii="Agency FB" w:eastAsia="Times New Roman" w:hAnsi="Agency FB" w:cs="Arial"/>
                            <w:color w:val="auto"/>
                          </w:rPr>
                          <w:t>$6</w:t>
                        </w:r>
                      </w:p>
                      <w:p w:rsidR="00BE0EDF" w:rsidRPr="005674D6" w:rsidRDefault="00487219" w:rsidP="00487219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_________</w:t>
                        </w:r>
                        <w:r w:rsidR="009306BC">
                          <w:rPr>
                            <w:rFonts w:ascii="Agency FB" w:eastAsia="Times New Roman" w:hAnsi="Agency FB" w:cs="Arial"/>
                            <w:color w:val="auto"/>
                          </w:rPr>
                          <w:t>__________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 xml:space="preserve">IPA 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Dog Fish Head 90 Min</w:t>
                        </w:r>
                      </w:p>
                      <w:p w:rsidR="00BE0EDF" w:rsidRPr="005674D6" w:rsidRDefault="005743B0" w:rsidP="0073363E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9% 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/$6</w:t>
                        </w:r>
                        <w:r w:rsidR="005674D6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Founders All Day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IPA</w:t>
                        </w:r>
                      </w:p>
                      <w:p w:rsidR="00BE0EDF" w:rsidRPr="005674D6" w:rsidRDefault="005674D6" w:rsidP="0073363E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4.7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%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/$5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Stone</w:t>
                        </w:r>
                      </w:p>
                      <w:p w:rsidR="005743B0" w:rsidRPr="005674D6" w:rsidRDefault="005743B0" w:rsidP="0073363E">
                        <w:pPr>
                          <w:jc w:val="center"/>
                          <w:rPr>
                            <w:rFonts w:ascii="Ravie" w:hAnsi="Ravie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6.9%</w:t>
                        </w:r>
                        <w:r w:rsidR="001A03B6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/ $6</w:t>
                        </w:r>
                      </w:p>
                      <w:p w:rsidR="00BE0EDF" w:rsidRPr="005674D6" w:rsidRDefault="00BE0EDF" w:rsidP="00BE0EDF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_______________________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STOUTS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Brooklyn Black Chocolate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10%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/$6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Left Hand Nitro Milk</w:t>
                        </w:r>
                      </w:p>
                      <w:p w:rsidR="005B061F" w:rsidRDefault="005743B0" w:rsidP="00487219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6.8%</w:t>
                        </w:r>
                        <w:r w:rsidR="00043729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/$6</w:t>
                        </w:r>
                      </w:p>
                      <w:p w:rsidR="005B061F" w:rsidRDefault="005B061F" w:rsidP="00487219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</w:p>
                      <w:p w:rsidR="005743B0" w:rsidRPr="005674D6" w:rsidRDefault="005B061F" w:rsidP="00487219">
                        <w:pPr>
                          <w:jc w:val="center"/>
                          <w:rPr>
                            <w:rFonts w:ascii="Ravie" w:hAnsi="Ravie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*Additional Beer Selections Available – Ask us about our Specials* 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</w:p>
                    </w:tc>
                    <w:tc>
                      <w:tcPr>
                        <w:tcW w:w="1917" w:type="dxa"/>
                      </w:tcPr>
                      <w:p w:rsidR="008262A0" w:rsidRPr="005674D6" w:rsidRDefault="005743B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LOCAL</w:t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Ithaca Apricot</w:t>
                        </w:r>
                      </w:p>
                      <w:p w:rsidR="008262A0" w:rsidRPr="005674D6" w:rsidRDefault="005743B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4.9% </w:t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/ $5</w:t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proofErr w:type="spellStart"/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Ommegang</w:t>
                        </w:r>
                        <w:proofErr w:type="spellEnd"/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Rare </w:t>
                        </w:r>
                        <w:proofErr w:type="spellStart"/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Vos</w:t>
                        </w:r>
                        <w:proofErr w:type="spellEnd"/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</w:p>
                      <w:p w:rsidR="008262A0" w:rsidRPr="005674D6" w:rsidRDefault="008262A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6.5% /$6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proofErr w:type="spellStart"/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Ommegang</w:t>
                        </w:r>
                        <w:proofErr w:type="spellEnd"/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Witte</w:t>
                        </w:r>
                      </w:p>
                      <w:p w:rsidR="009306BC" w:rsidRDefault="005743B0" w:rsidP="009306BC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5.2%</w:t>
                        </w:r>
                      </w:p>
                      <w:p w:rsidR="00487219" w:rsidRDefault="009306BC" w:rsidP="009306BC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$6</w:t>
                        </w:r>
                      </w:p>
                      <w:p w:rsidR="008262A0" w:rsidRPr="005674D6" w:rsidRDefault="00487219" w:rsidP="009306BC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________</w:t>
                        </w:r>
                        <w:r w:rsidR="009306BC">
                          <w:rPr>
                            <w:rFonts w:ascii="Agency FB" w:eastAsia="Times New Roman" w:hAnsi="Agency FB" w:cs="Arial"/>
                            <w:color w:val="auto"/>
                          </w:rPr>
                          <w:t>_________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LAGER</w:t>
                        </w:r>
                        <w:r w:rsidR="008262A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Budweiser $4</w:t>
                        </w:r>
                      </w:p>
                      <w:p w:rsidR="008262A0" w:rsidRPr="005674D6" w:rsidRDefault="008262A0" w:rsidP="008262A0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Bud Light $4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Coors Light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$4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PBR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16 oz. Can $4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Brooklyn $5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proofErr w:type="spellStart"/>
                        <w:r w:rsidRPr="009306BC">
                          <w:rPr>
                            <w:rFonts w:ascii="Agency FB" w:eastAsia="Times New Roman" w:hAnsi="Agency FB" w:cs="Arial"/>
                            <w:color w:val="auto"/>
                            <w:u w:val="single"/>
                          </w:rPr>
                          <w:t>Yuengling</w:t>
                        </w:r>
                        <w:proofErr w:type="spellEnd"/>
                        <w:r w:rsidRPr="009306BC">
                          <w:rPr>
                            <w:rFonts w:ascii="Agency FB" w:eastAsia="Times New Roman" w:hAnsi="Agency FB" w:cs="Arial"/>
                            <w:color w:val="auto"/>
                            <w:u w:val="single"/>
                          </w:rPr>
                          <w:t xml:space="preserve"> $5</w:t>
                        </w:r>
                        <w:r w:rsidR="005743B0" w:rsidRPr="009306BC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br/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IMPORTS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 xml:space="preserve">Corona $5 </w:t>
                        </w:r>
                      </w:p>
                      <w:p w:rsidR="00BE0EDF" w:rsidRPr="005674D6" w:rsidRDefault="00BE0EDF" w:rsidP="00BE0EDF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proofErr w:type="spellStart"/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Spaten</w:t>
                        </w:r>
                        <w:proofErr w:type="spellEnd"/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(Lager) </w:t>
                        </w:r>
                        <w:r w:rsidR="001A03B6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$5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______________________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b/>
                            <w:color w:val="auto"/>
                          </w:rPr>
                          <w:t>MISC.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 xml:space="preserve">Angry Orchard </w:t>
                        </w:r>
                        <w:r w:rsidR="005743B0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Cider</w:t>
                        </w:r>
                      </w:p>
                      <w:p w:rsidR="004B575B" w:rsidRDefault="005743B0" w:rsidP="00BE0EDF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5%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/ $5</w:t>
                        </w:r>
                      </w:p>
                      <w:p w:rsidR="004B575B" w:rsidRDefault="004B575B" w:rsidP="00BE0EDF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proofErr w:type="spellStart"/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Magners</w:t>
                        </w:r>
                        <w:proofErr w:type="spellEnd"/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Irish Cider</w:t>
                        </w:r>
                      </w:p>
                      <w:p w:rsidR="00BE0EDF" w:rsidRPr="005674D6" w:rsidRDefault="004B575B" w:rsidP="00BE0EDF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>
                          <w:rPr>
                            <w:rFonts w:ascii="Agency FB" w:eastAsia="Times New Roman" w:hAnsi="Agency FB" w:cs="Arial"/>
                            <w:color w:val="auto"/>
                          </w:rPr>
                          <w:t>4.5% $5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>Dales Pale Ale</w:t>
                        </w:r>
                      </w:p>
                      <w:p w:rsidR="00487219" w:rsidRDefault="005743B0" w:rsidP="00487219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6.5%</w:t>
                        </w:r>
                        <w:r w:rsidR="001A03B6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 xml:space="preserve"> / $4</w:t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  <w:t xml:space="preserve">Harpoon UFO </w:t>
                        </w:r>
                        <w:proofErr w:type="spellStart"/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Hefeweizen</w:t>
                        </w:r>
                        <w:proofErr w:type="spellEnd"/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: 4.8%</w:t>
                        </w:r>
                        <w:r w:rsidR="00BE0EDF"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t>/ $5</w:t>
                        </w:r>
                      </w:p>
                      <w:p w:rsidR="00487219" w:rsidRDefault="00487219" w:rsidP="00487219">
                        <w:pPr>
                          <w:jc w:val="center"/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</w:p>
                      <w:p w:rsidR="005743B0" w:rsidRPr="005674D6" w:rsidRDefault="005743B0" w:rsidP="00487219">
                        <w:pPr>
                          <w:rPr>
                            <w:rFonts w:ascii="Agency FB" w:eastAsia="Times New Roman" w:hAnsi="Agency FB" w:cs="Arial"/>
                            <w:color w:val="auto"/>
                          </w:rPr>
                        </w:pP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  <w:r w:rsidRPr="005674D6">
                          <w:rPr>
                            <w:rFonts w:ascii="Agency FB" w:eastAsia="Times New Roman" w:hAnsi="Agency FB" w:cs="Arial"/>
                            <w:color w:val="auto"/>
                          </w:rPr>
                          <w:br/>
                        </w:r>
                      </w:p>
                    </w:tc>
                  </w:tr>
                </w:tbl>
                <w:p w:rsidR="00641D4D" w:rsidRDefault="00641D4D" w:rsidP="0073363E">
                  <w:pPr>
                    <w:jc w:val="center"/>
                    <w:rPr>
                      <w:rFonts w:ascii="Ravie" w:hAnsi="Ravie"/>
                    </w:rPr>
                  </w:pPr>
                </w:p>
                <w:p w:rsidR="0073363E" w:rsidRPr="0073363E" w:rsidRDefault="0073363E" w:rsidP="0073363E">
                  <w:pPr>
                    <w:jc w:val="center"/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Ravie" w:hAnsi="Ravie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  <w:p w:rsidR="0073363E" w:rsidRPr="005743B0" w:rsidRDefault="0073363E" w:rsidP="0073363E">
                  <w:pPr>
                    <w:spacing w:after="12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</w:tc>
            </w:tr>
            <w:tr w:rsidR="00641D4D" w:rsidRPr="00D85100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p w:rsidR="0073363E" w:rsidRDefault="0073363E" w:rsidP="0073363E">
                  <w:pPr>
                    <w:spacing w:after="0"/>
                    <w:jc w:val="center"/>
                    <w:rPr>
                      <w:rFonts w:ascii="Ravie" w:hAnsi="Ravie"/>
                    </w:rPr>
                  </w:pPr>
                  <w:r>
                    <w:rPr>
                      <w:rFonts w:ascii="Ravie" w:hAnsi="Ravie"/>
                      <w:noProof/>
                      <w:lang w:eastAsia="en-US"/>
                    </w:rPr>
                    <w:drawing>
                      <wp:inline distT="0" distB="0" distL="0" distR="0" wp14:anchorId="5A9CD7E8" wp14:editId="4E13D392">
                        <wp:extent cx="1079500" cy="647756"/>
                        <wp:effectExtent l="0" t="0" r="635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The Lodge_FINAL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1917" cy="6552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1D4D" w:rsidRDefault="0073363E" w:rsidP="0073363E">
                  <w:pPr>
                    <w:spacing w:after="0"/>
                    <w:jc w:val="center"/>
                    <w:rPr>
                      <w:rFonts w:ascii="Ravie" w:hAnsi="Ravie"/>
                    </w:rPr>
                  </w:pPr>
                  <w:r>
                    <w:rPr>
                      <w:rFonts w:ascii="Ravie" w:hAnsi="Ravie"/>
                    </w:rPr>
                    <w:t>Located at…</w:t>
                  </w:r>
                </w:p>
                <w:p w:rsidR="0073363E" w:rsidRDefault="0073363E" w:rsidP="0073363E">
                  <w:pPr>
                    <w:spacing w:after="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  <w:r>
                    <w:rPr>
                      <w:rFonts w:ascii="Agency FB" w:hAnsi="Agency FB"/>
                      <w:sz w:val="16"/>
                      <w:szCs w:val="16"/>
                    </w:rPr>
                    <w:t>Intersection of Rt. 23 &amp; Rt. 296</w:t>
                  </w:r>
                </w:p>
                <w:p w:rsidR="0073363E" w:rsidRDefault="0073363E" w:rsidP="0073363E">
                  <w:pPr>
                    <w:spacing w:after="0"/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  <w:r>
                    <w:rPr>
                      <w:rFonts w:ascii="Agency FB" w:hAnsi="Agency FB"/>
                      <w:sz w:val="16"/>
                      <w:szCs w:val="16"/>
                    </w:rPr>
                    <w:t>Windham, NY 12496</w:t>
                  </w:r>
                </w:p>
                <w:p w:rsidR="0073363E" w:rsidRPr="0073363E" w:rsidRDefault="0073363E" w:rsidP="0073363E">
                  <w:pPr>
                    <w:jc w:val="center"/>
                    <w:rPr>
                      <w:rFonts w:ascii="Agency FB" w:hAnsi="Agency FB"/>
                      <w:sz w:val="16"/>
                      <w:szCs w:val="16"/>
                    </w:rPr>
                  </w:pPr>
                </w:p>
              </w:tc>
            </w:tr>
          </w:tbl>
          <w:p w:rsidR="00641D4D" w:rsidRPr="00D85100" w:rsidRDefault="00641D4D" w:rsidP="0073363E">
            <w:pPr>
              <w:jc w:val="center"/>
              <w:rPr>
                <w:rFonts w:ascii="Ravie" w:hAnsi="Ravie"/>
              </w:rPr>
            </w:pPr>
          </w:p>
        </w:tc>
        <w:tc>
          <w:tcPr>
            <w:tcW w:w="701" w:type="dxa"/>
          </w:tcPr>
          <w:p w:rsidR="00641D4D" w:rsidRPr="00D85100" w:rsidRDefault="00641D4D">
            <w:pPr>
              <w:rPr>
                <w:rFonts w:ascii="Ravie" w:hAnsi="Ravie"/>
              </w:rPr>
            </w:pPr>
          </w:p>
        </w:tc>
        <w:tc>
          <w:tcPr>
            <w:tcW w:w="739" w:type="dxa"/>
            <w:gridSpan w:val="2"/>
          </w:tcPr>
          <w:p w:rsidR="00641D4D" w:rsidRPr="00D85100" w:rsidRDefault="005674D6">
            <w:pPr>
              <w:rPr>
                <w:rFonts w:ascii="Ravie" w:hAnsi="Ravie"/>
              </w:rPr>
            </w:pPr>
            <w:r>
              <w:rPr>
                <w:rFonts w:ascii="Ravie" w:hAnsi="Ravie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9A85E48" wp14:editId="7B35CC9D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5172075</wp:posOffset>
                      </wp:positionV>
                      <wp:extent cx="352425" cy="371475"/>
                      <wp:effectExtent l="38100" t="38100" r="9525" b="66675"/>
                      <wp:wrapNone/>
                      <wp:docPr id="6" name="4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star4">
                                <a:avLst/>
                              </a:prstGeom>
                              <a:solidFill>
                                <a:srgbClr val="352F25">
                                  <a:lumMod val="75000"/>
                                  <a:lumOff val="25000"/>
                                </a:srgbClr>
                              </a:solidFill>
                              <a:ln w="12700" cap="flat" cmpd="sng" algn="ctr">
                                <a:solidFill>
                                  <a:srgbClr val="F08A42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793AA0"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4-Point Star 6" o:spid="_x0000_s1026" type="#_x0000_t187" style="position:absolute;margin-left:26.25pt;margin-top:407.25pt;width:27.75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" fillcolor="#736650" strokecolor="#d56211" strokeweight="1pt"/>
                  </w:pict>
                </mc:Fallback>
              </mc:AlternateContent>
            </w:r>
          </w:p>
        </w:tc>
        <w:tc>
          <w:tcPr>
            <w:tcW w:w="3850" w:type="dxa"/>
          </w:tcPr>
          <w:p w:rsidR="00A331DF" w:rsidRPr="00B3468C" w:rsidRDefault="00665CDE" w:rsidP="00B3468C">
            <w:pPr>
              <w:jc w:val="center"/>
              <w:rPr>
                <w:rFonts w:ascii="Ravie" w:hAnsi="Ravie"/>
                <w:sz w:val="32"/>
                <w:szCs w:val="32"/>
              </w:rPr>
            </w:pPr>
            <w:r>
              <w:rPr>
                <w:rFonts w:ascii="Ravie" w:hAnsi="Ravie"/>
                <w:noProof/>
                <w:sz w:val="32"/>
                <w:szCs w:val="32"/>
                <w:lang w:eastAsia="en-US"/>
              </w:rPr>
              <w:drawing>
                <wp:inline distT="0" distB="0" distL="0" distR="0" wp14:anchorId="59F7A8C8" wp14:editId="0D12E357">
                  <wp:extent cx="2639027" cy="147894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e Lodge_FINAL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328" cy="149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468C">
              <w:rPr>
                <w:rFonts w:ascii="Ravie" w:hAnsi="Ravie"/>
                <w:sz w:val="44"/>
                <w:szCs w:val="44"/>
              </w:rPr>
              <w:t>Open</w:t>
            </w:r>
          </w:p>
          <w:p w:rsidR="008E43FC" w:rsidRPr="00A331DF" w:rsidRDefault="008E43FC" w:rsidP="002464E0">
            <w:pPr>
              <w:jc w:val="center"/>
              <w:rPr>
                <w:rFonts w:ascii="Agency FB" w:hAnsi="Agency FB"/>
                <w:sz w:val="28"/>
                <w:szCs w:val="28"/>
              </w:rPr>
            </w:pPr>
            <w:r w:rsidRPr="00A331DF">
              <w:rPr>
                <w:rFonts w:ascii="Agency FB" w:hAnsi="Agency FB"/>
                <w:sz w:val="28"/>
                <w:szCs w:val="28"/>
              </w:rPr>
              <w:t xml:space="preserve">Thurs: </w:t>
            </w:r>
            <w:r w:rsidR="00CC55B8">
              <w:rPr>
                <w:rFonts w:ascii="Agency FB" w:hAnsi="Agency FB"/>
                <w:sz w:val="28"/>
                <w:szCs w:val="28"/>
              </w:rPr>
              <w:t>4</w:t>
            </w:r>
            <w:r w:rsidRPr="00A331DF">
              <w:rPr>
                <w:rFonts w:ascii="Agency FB" w:hAnsi="Agency FB"/>
                <w:sz w:val="28"/>
                <w:szCs w:val="28"/>
              </w:rPr>
              <w:t>pm – 1</w:t>
            </w:r>
            <w:r w:rsidR="00BE4143">
              <w:rPr>
                <w:rFonts w:ascii="Agency FB" w:hAnsi="Agency FB"/>
                <w:sz w:val="28"/>
                <w:szCs w:val="28"/>
              </w:rPr>
              <w:t>2am</w:t>
            </w:r>
          </w:p>
          <w:p w:rsidR="008E43FC" w:rsidRPr="00A331DF" w:rsidRDefault="008E43FC" w:rsidP="005674D6">
            <w:pPr>
              <w:jc w:val="center"/>
              <w:rPr>
                <w:rFonts w:ascii="Agency FB" w:hAnsi="Agency FB"/>
                <w:sz w:val="28"/>
                <w:szCs w:val="28"/>
              </w:rPr>
            </w:pPr>
            <w:r w:rsidRPr="00A331DF">
              <w:rPr>
                <w:rFonts w:ascii="Agency FB" w:hAnsi="Agency FB"/>
                <w:sz w:val="28"/>
                <w:szCs w:val="28"/>
              </w:rPr>
              <w:t xml:space="preserve">Friday: </w:t>
            </w:r>
            <w:r w:rsidR="00CC55B8">
              <w:rPr>
                <w:rFonts w:ascii="Agency FB" w:hAnsi="Agency FB"/>
                <w:sz w:val="28"/>
                <w:szCs w:val="28"/>
              </w:rPr>
              <w:t>4</w:t>
            </w:r>
            <w:r w:rsidRPr="00A331DF">
              <w:rPr>
                <w:rFonts w:ascii="Agency FB" w:hAnsi="Agency FB"/>
                <w:sz w:val="28"/>
                <w:szCs w:val="28"/>
              </w:rPr>
              <w:t>pm –</w:t>
            </w:r>
            <w:r w:rsidR="00CC55B8">
              <w:rPr>
                <w:rFonts w:ascii="Agency FB" w:hAnsi="Agency FB"/>
                <w:sz w:val="28"/>
                <w:szCs w:val="28"/>
              </w:rPr>
              <w:t xml:space="preserve"> 1</w:t>
            </w:r>
            <w:r w:rsidR="00BE4143">
              <w:rPr>
                <w:rFonts w:ascii="Agency FB" w:hAnsi="Agency FB"/>
                <w:sz w:val="28"/>
                <w:szCs w:val="28"/>
              </w:rPr>
              <w:t>2am</w:t>
            </w:r>
          </w:p>
          <w:p w:rsidR="008E43FC" w:rsidRPr="00A331DF" w:rsidRDefault="008E43FC" w:rsidP="005674D6">
            <w:pPr>
              <w:jc w:val="center"/>
              <w:rPr>
                <w:rFonts w:ascii="Agency FB" w:hAnsi="Agency FB"/>
                <w:sz w:val="28"/>
                <w:szCs w:val="28"/>
              </w:rPr>
            </w:pPr>
            <w:r w:rsidRPr="00A331DF">
              <w:rPr>
                <w:rFonts w:ascii="Agency FB" w:hAnsi="Agency FB"/>
                <w:sz w:val="28"/>
                <w:szCs w:val="28"/>
              </w:rPr>
              <w:t xml:space="preserve">Saturday: </w:t>
            </w:r>
            <w:r w:rsidR="00CC55B8">
              <w:rPr>
                <w:rFonts w:ascii="Agency FB" w:hAnsi="Agency FB"/>
                <w:sz w:val="28"/>
                <w:szCs w:val="28"/>
              </w:rPr>
              <w:t>4</w:t>
            </w:r>
            <w:r w:rsidRPr="00A331DF">
              <w:rPr>
                <w:rFonts w:ascii="Agency FB" w:hAnsi="Agency FB"/>
                <w:sz w:val="28"/>
                <w:szCs w:val="28"/>
              </w:rPr>
              <w:t>pm – 1</w:t>
            </w:r>
            <w:r w:rsidR="00BE4143">
              <w:rPr>
                <w:rFonts w:ascii="Agency FB" w:hAnsi="Agency FB"/>
                <w:sz w:val="28"/>
                <w:szCs w:val="28"/>
              </w:rPr>
              <w:t>2am</w:t>
            </w:r>
          </w:p>
          <w:p w:rsidR="006360C3" w:rsidRDefault="006360C3" w:rsidP="005674D6">
            <w:pPr>
              <w:jc w:val="center"/>
              <w:rPr>
                <w:rFonts w:ascii="Agency FB" w:hAnsi="Agency FB"/>
                <w:b/>
                <w:sz w:val="28"/>
                <w:szCs w:val="28"/>
              </w:rPr>
            </w:pPr>
          </w:p>
          <w:p w:rsidR="0045662A" w:rsidRDefault="0045662A" w:rsidP="005674D6">
            <w:pPr>
              <w:jc w:val="center"/>
              <w:rPr>
                <w:rFonts w:ascii="Agency FB" w:hAnsi="Agency FB"/>
                <w:b/>
                <w:sz w:val="28"/>
                <w:szCs w:val="28"/>
              </w:rPr>
            </w:pPr>
          </w:p>
          <w:p w:rsidR="002464E0" w:rsidRPr="00A331DF" w:rsidRDefault="002464E0" w:rsidP="005674D6">
            <w:pPr>
              <w:jc w:val="center"/>
              <w:rPr>
                <w:rFonts w:ascii="Agency FB" w:hAnsi="Agency FB"/>
                <w:b/>
                <w:sz w:val="28"/>
                <w:szCs w:val="28"/>
              </w:rPr>
            </w:pPr>
            <w:r w:rsidRPr="00A331DF">
              <w:rPr>
                <w:rFonts w:ascii="Agency FB" w:hAnsi="Agency FB"/>
                <w:b/>
                <w:sz w:val="28"/>
                <w:szCs w:val="28"/>
              </w:rPr>
              <w:t>Happy Hour Specials</w:t>
            </w:r>
          </w:p>
          <w:p w:rsidR="006B6FF6" w:rsidRDefault="005674D6" w:rsidP="005674D6">
            <w:pPr>
              <w:jc w:val="center"/>
              <w:rPr>
                <w:rFonts w:ascii="Agency FB" w:hAnsi="Agency FB"/>
                <w:b/>
                <w:sz w:val="28"/>
                <w:szCs w:val="28"/>
              </w:rPr>
            </w:pPr>
            <w:r>
              <w:rPr>
                <w:rFonts w:ascii="Ravie" w:hAnsi="Ravie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F5EFAD" wp14:editId="06F8A6F4">
                      <wp:simplePos x="0" y="0"/>
                      <wp:positionH relativeFrom="column">
                        <wp:posOffset>2188210</wp:posOffset>
                      </wp:positionH>
                      <wp:positionV relativeFrom="paragraph">
                        <wp:posOffset>791845</wp:posOffset>
                      </wp:positionV>
                      <wp:extent cx="352425" cy="371475"/>
                      <wp:effectExtent l="38100" t="38100" r="9525" b="66675"/>
                      <wp:wrapNone/>
                      <wp:docPr id="7" name="4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star4">
                                <a:avLst/>
                              </a:prstGeom>
                              <a:solidFill>
                                <a:srgbClr val="352F25">
                                  <a:lumMod val="75000"/>
                                  <a:lumOff val="25000"/>
                                </a:srgbClr>
                              </a:solidFill>
                              <a:ln w="12700" cap="flat" cmpd="sng" algn="ctr">
                                <a:solidFill>
                                  <a:srgbClr val="F08A42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80107" id="4-Point Star 7" o:spid="_x0000_s1026" type="#_x0000_t187" style="position:absolute;margin-left:172.3pt;margin-top:62.35pt;width:27.7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" fillcolor="#736650" strokecolor="#d56211" strokeweight="1pt"/>
                  </w:pict>
                </mc:Fallback>
              </mc:AlternateContent>
            </w:r>
            <w:r w:rsidR="00B3468C" w:rsidRPr="00665CDE">
              <w:rPr>
                <w:rFonts w:ascii="Ravie" w:hAnsi="Ravie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C298FB9" wp14:editId="317B5E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399360</wp:posOffset>
                      </wp:positionV>
                      <wp:extent cx="2537460" cy="413385"/>
                      <wp:effectExtent l="0" t="0" r="0" b="571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7460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52D6" w:rsidRDefault="00DE52D6" w:rsidP="00665CDE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B3468C">
                                    <w:rPr>
                                      <w:rFonts w:ascii="Aharoni" w:hAnsi="Aharoni" w:cs="Aharoni"/>
                                      <w:i/>
                                      <w:sz w:val="36"/>
                                      <w:szCs w:val="36"/>
                                    </w:rPr>
                                    <w:t>Get Some…</w:t>
                                  </w:r>
                                </w:p>
                                <w:p w:rsidR="003C3BB7" w:rsidRDefault="003C3BB7" w:rsidP="00665CDE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3C3BB7" w:rsidRPr="00B3468C" w:rsidRDefault="003C3BB7" w:rsidP="00665CDE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98F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31.45pt;width:199.8pt;height:3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" stroked="f">
                      <v:textbox>
                        <w:txbxContent>
                          <w:p w:rsidR="00DE52D6" w:rsidRDefault="00DE52D6" w:rsidP="00665CDE">
                            <w:pPr>
                              <w:jc w:val="center"/>
                              <w:rPr>
                                <w:rFonts w:ascii="Aharoni" w:hAnsi="Aharoni" w:cs="Aharoni"/>
                                <w:i/>
                                <w:sz w:val="36"/>
                                <w:szCs w:val="36"/>
                              </w:rPr>
                            </w:pPr>
                            <w:r w:rsidRPr="00B3468C">
                              <w:rPr>
                                <w:rFonts w:ascii="Aharoni" w:hAnsi="Aharoni" w:cs="Aharoni"/>
                                <w:i/>
                                <w:sz w:val="36"/>
                                <w:szCs w:val="36"/>
                              </w:rPr>
                              <w:t>Get Some…</w:t>
                            </w:r>
                          </w:p>
                          <w:p w:rsidR="003C3BB7" w:rsidRDefault="003C3BB7" w:rsidP="00665CDE">
                            <w:pPr>
                              <w:jc w:val="center"/>
                              <w:rPr>
                                <w:rFonts w:ascii="Aharoni" w:hAnsi="Aharoni" w:cs="Aharon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:rsidR="003C3BB7" w:rsidRPr="00B3468C" w:rsidRDefault="003C3BB7" w:rsidP="00665CDE">
                            <w:pPr>
                              <w:jc w:val="center"/>
                              <w:rPr>
                                <w:rFonts w:ascii="Aharoni" w:hAnsi="Aharoni" w:cs="Aharon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331DF" w:rsidRPr="00A331DF">
              <w:rPr>
                <w:rFonts w:ascii="Agency FB" w:hAnsi="Agency FB"/>
                <w:b/>
                <w:sz w:val="28"/>
                <w:szCs w:val="28"/>
              </w:rPr>
              <w:t xml:space="preserve">Wing Night </w:t>
            </w:r>
            <w:r w:rsidR="006B6FF6">
              <w:rPr>
                <w:rFonts w:ascii="Agency FB" w:hAnsi="Agency FB"/>
                <w:b/>
                <w:sz w:val="28"/>
                <w:szCs w:val="28"/>
              </w:rPr>
              <w:t xml:space="preserve">Specials </w:t>
            </w:r>
            <w:r w:rsidR="00A331DF" w:rsidRPr="00A331DF">
              <w:rPr>
                <w:rFonts w:ascii="Agency FB" w:hAnsi="Agency FB"/>
                <w:b/>
                <w:sz w:val="28"/>
                <w:szCs w:val="28"/>
              </w:rPr>
              <w:t>Every Thursday</w:t>
            </w:r>
          </w:p>
          <w:sdt>
            <w:sdtPr>
              <w:rPr>
                <w:rFonts w:ascii="Ravie" w:hAnsi="Ravie"/>
                <w:color w:val="auto"/>
                <w:sz w:val="28"/>
                <w:szCs w:val="28"/>
              </w:rPr>
              <w:alias w:val="Company"/>
              <w:tag w:val=""/>
              <w:id w:val="1201978267"/>
              <w:placeholder>
                <w:docPart w:val="E25CF7E2E5FB406B8577276996A55C7F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A331DF" w:rsidRPr="003C3BB7" w:rsidRDefault="00F71C5C" w:rsidP="003C3BB7">
                <w:pPr>
                  <w:pStyle w:val="Company"/>
                  <w:jc w:val="center"/>
                  <w:rPr>
                    <w:rFonts w:ascii="Ravie" w:hAnsi="Ravie"/>
                    <w:color w:val="auto"/>
                    <w:sz w:val="28"/>
                    <w:szCs w:val="28"/>
                  </w:rPr>
                </w:pPr>
                <w:r w:rsidRPr="003C3BB7">
                  <w:rPr>
                    <w:rFonts w:ascii="Ravie" w:hAnsi="Ravie"/>
                    <w:color w:val="auto"/>
                    <w:sz w:val="28"/>
                    <w:szCs w:val="28"/>
                  </w:rPr>
                  <w:t xml:space="preserve">Located </w:t>
                </w:r>
                <w:r w:rsidR="003C3BB7">
                  <w:rPr>
                    <w:rFonts w:ascii="Ravie" w:hAnsi="Ravie"/>
                    <w:color w:val="auto"/>
                    <w:sz w:val="28"/>
                    <w:szCs w:val="28"/>
                  </w:rPr>
                  <w:t>At</w:t>
                </w:r>
              </w:p>
            </w:sdtContent>
          </w:sdt>
          <w:p w:rsidR="003C3BB7" w:rsidRPr="005674D6" w:rsidRDefault="003C3BB7" w:rsidP="003C3BB7">
            <w:pPr>
              <w:pStyle w:val="Company"/>
              <w:rPr>
                <w:rFonts w:ascii="Ravie" w:hAnsi="Ravie"/>
                <w:sz w:val="24"/>
                <w:szCs w:val="24"/>
              </w:rPr>
            </w:pPr>
          </w:p>
          <w:p w:rsidR="003C3BB7" w:rsidRDefault="003C3BB7" w:rsidP="008C6B73">
            <w:pPr>
              <w:spacing w:line="240" w:lineRule="auto"/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Intersection of </w:t>
            </w:r>
            <w:proofErr w:type="spellStart"/>
            <w:r>
              <w:rPr>
                <w:rFonts w:ascii="Agency FB" w:hAnsi="Agency FB"/>
                <w:sz w:val="24"/>
                <w:szCs w:val="24"/>
              </w:rPr>
              <w:t>Rt</w:t>
            </w:r>
            <w:proofErr w:type="spellEnd"/>
            <w:r>
              <w:rPr>
                <w:rFonts w:ascii="Agency FB" w:hAnsi="Agency FB"/>
                <w:sz w:val="24"/>
                <w:szCs w:val="24"/>
              </w:rPr>
              <w:t xml:space="preserve"> 23 &amp; </w:t>
            </w:r>
            <w:proofErr w:type="spellStart"/>
            <w:r>
              <w:rPr>
                <w:rFonts w:ascii="Agency FB" w:hAnsi="Agency FB"/>
                <w:sz w:val="24"/>
                <w:szCs w:val="24"/>
              </w:rPr>
              <w:t>Rt</w:t>
            </w:r>
            <w:proofErr w:type="spellEnd"/>
            <w:r>
              <w:rPr>
                <w:rFonts w:ascii="Agency FB" w:hAnsi="Agency FB"/>
                <w:sz w:val="24"/>
                <w:szCs w:val="24"/>
              </w:rPr>
              <w:t xml:space="preserve"> 296</w:t>
            </w:r>
          </w:p>
          <w:p w:rsidR="008C6B73" w:rsidRPr="005674D6" w:rsidRDefault="008C6B73" w:rsidP="008C6B73">
            <w:pPr>
              <w:spacing w:line="240" w:lineRule="auto"/>
              <w:jc w:val="center"/>
              <w:rPr>
                <w:rFonts w:ascii="Agency FB" w:hAnsi="Agency FB"/>
                <w:sz w:val="24"/>
                <w:szCs w:val="24"/>
              </w:rPr>
            </w:pPr>
            <w:r w:rsidRPr="005674D6">
              <w:rPr>
                <w:rFonts w:ascii="Agency FB" w:hAnsi="Agency FB"/>
                <w:sz w:val="24"/>
                <w:szCs w:val="24"/>
              </w:rPr>
              <w:t xml:space="preserve"> </w:t>
            </w:r>
            <w:r w:rsidR="00A331DF" w:rsidRPr="005674D6">
              <w:rPr>
                <w:rFonts w:ascii="Agency FB" w:hAnsi="Agency FB"/>
                <w:sz w:val="24"/>
                <w:szCs w:val="24"/>
              </w:rPr>
              <w:t xml:space="preserve">Windham, NY </w:t>
            </w:r>
          </w:p>
          <w:p w:rsidR="002464E0" w:rsidRPr="005674D6" w:rsidRDefault="00A331DF" w:rsidP="008C6B73">
            <w:pPr>
              <w:spacing w:line="240" w:lineRule="auto"/>
              <w:jc w:val="center"/>
              <w:rPr>
                <w:rFonts w:ascii="Agency FB" w:hAnsi="Agency FB"/>
                <w:b/>
                <w:sz w:val="24"/>
                <w:szCs w:val="24"/>
              </w:rPr>
            </w:pPr>
            <w:r w:rsidRPr="005674D6">
              <w:rPr>
                <w:rFonts w:ascii="Agency FB" w:hAnsi="Agency FB"/>
                <w:sz w:val="24"/>
                <w:szCs w:val="24"/>
              </w:rPr>
              <w:t xml:space="preserve"> </w:t>
            </w:r>
            <w:r w:rsidRPr="005674D6">
              <w:rPr>
                <w:rFonts w:ascii="Agency FB" w:hAnsi="Agency FB"/>
                <w:b/>
                <w:sz w:val="24"/>
                <w:szCs w:val="24"/>
              </w:rPr>
              <w:t>518.734.3575</w:t>
            </w:r>
          </w:p>
          <w:p w:rsidR="00A331DF" w:rsidRPr="00A331DF" w:rsidRDefault="00A331DF" w:rsidP="00A331DF">
            <w:pPr>
              <w:jc w:val="center"/>
              <w:rPr>
                <w:rFonts w:ascii="Ravie" w:hAnsi="Ravie"/>
                <w:sz w:val="32"/>
                <w:szCs w:val="32"/>
              </w:rPr>
            </w:pPr>
          </w:p>
          <w:p w:rsidR="002464E0" w:rsidRDefault="002464E0" w:rsidP="002464E0">
            <w:pPr>
              <w:rPr>
                <w:rFonts w:ascii="Ravie" w:hAnsi="Ravie"/>
              </w:rPr>
            </w:pPr>
          </w:p>
          <w:p w:rsidR="002464E0" w:rsidRDefault="002464E0" w:rsidP="002464E0">
            <w:pPr>
              <w:rPr>
                <w:rFonts w:ascii="Ravie" w:hAnsi="Ravie"/>
              </w:rPr>
            </w:pPr>
          </w:p>
          <w:p w:rsidR="008E43FC" w:rsidRPr="002464E0" w:rsidRDefault="008E43FC" w:rsidP="002464E0">
            <w:pPr>
              <w:jc w:val="center"/>
              <w:rPr>
                <w:rFonts w:ascii="Ravie" w:hAnsi="Ravie"/>
              </w:rPr>
            </w:pPr>
          </w:p>
        </w:tc>
      </w:tr>
      <w:tr w:rsidR="00641D4D" w:rsidRPr="00D85100" w:rsidTr="00577795">
        <w:tblPrEx>
          <w:jc w:val="center"/>
        </w:tblPrEx>
        <w:trPr>
          <w:trHeight w:hRule="exact" w:val="10800"/>
          <w:jc w:val="center"/>
        </w:trPr>
        <w:tc>
          <w:tcPr>
            <w:tcW w:w="3840" w:type="dxa"/>
          </w:tcPr>
          <w:p w:rsidR="00641D4D" w:rsidRPr="008E43FC" w:rsidRDefault="008E43FC" w:rsidP="008E43FC">
            <w:pPr>
              <w:jc w:val="center"/>
              <w:rPr>
                <w:rFonts w:ascii="Ravie" w:hAnsi="Ravie"/>
                <w:sz w:val="48"/>
                <w:szCs w:val="48"/>
              </w:rPr>
            </w:pPr>
            <w:r w:rsidRPr="008E43FC">
              <w:rPr>
                <w:rFonts w:ascii="Ravie" w:hAnsi="Ravie"/>
                <w:sz w:val="48"/>
                <w:szCs w:val="48"/>
              </w:rPr>
              <w:lastRenderedPageBreak/>
              <w:t>WINGS</w:t>
            </w:r>
          </w:p>
          <w:p w:rsidR="00A971B3" w:rsidRPr="00A971B3" w:rsidRDefault="008E43FC" w:rsidP="00A971B3">
            <w:pPr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  <w:r w:rsidRPr="008E43FC">
              <w:rPr>
                <w:rFonts w:ascii="Ravie" w:hAnsi="Ravie"/>
                <w:sz w:val="28"/>
                <w:szCs w:val="28"/>
                <w:u w:val="single"/>
              </w:rPr>
              <w:t>Buffalo Style</w:t>
            </w:r>
          </w:p>
          <w:p w:rsidR="008E43FC" w:rsidRDefault="008E43FC" w:rsidP="008E43FC">
            <w:pPr>
              <w:jc w:val="center"/>
              <w:rPr>
                <w:rFonts w:ascii="Ravie" w:hAnsi="Ravie"/>
              </w:rPr>
            </w:pPr>
            <w:r>
              <w:rPr>
                <w:rFonts w:ascii="Ravie" w:hAnsi="Ravie"/>
              </w:rPr>
              <w:t>Mild</w:t>
            </w:r>
            <w:r w:rsidR="00A971B3">
              <w:rPr>
                <w:rFonts w:ascii="Ravie" w:hAnsi="Ravie"/>
              </w:rPr>
              <w:t xml:space="preserve">: </w:t>
            </w:r>
            <w:r w:rsidR="00A971B3" w:rsidRPr="00295233">
              <w:rPr>
                <w:rFonts w:ascii="Agency FB" w:hAnsi="Agency FB"/>
                <w:sz w:val="22"/>
                <w:szCs w:val="22"/>
              </w:rPr>
              <w:t>Sweet &amp; Tangy</w:t>
            </w:r>
          </w:p>
          <w:p w:rsidR="008E43FC" w:rsidRPr="008C6B73" w:rsidRDefault="00A971B3" w:rsidP="008E43FC">
            <w:pPr>
              <w:jc w:val="center"/>
              <w:rPr>
                <w:rFonts w:ascii="Agency FB" w:hAnsi="Agency FB"/>
              </w:rPr>
            </w:pPr>
            <w:r>
              <w:rPr>
                <w:rFonts w:ascii="Ravie" w:hAnsi="Ravie"/>
              </w:rPr>
              <w:t xml:space="preserve">Medium: </w:t>
            </w:r>
            <w:r w:rsidRPr="00295233">
              <w:rPr>
                <w:rFonts w:ascii="Agency FB" w:hAnsi="Agency FB"/>
                <w:sz w:val="22"/>
                <w:szCs w:val="22"/>
              </w:rPr>
              <w:t>Bold  &amp; Spicy</w:t>
            </w:r>
          </w:p>
          <w:p w:rsidR="008E43FC" w:rsidRDefault="00A971B3" w:rsidP="008E43FC">
            <w:pPr>
              <w:jc w:val="center"/>
              <w:rPr>
                <w:rFonts w:ascii="Ravie" w:hAnsi="Ravie"/>
              </w:rPr>
            </w:pPr>
            <w:r>
              <w:rPr>
                <w:rFonts w:ascii="Ravie" w:hAnsi="Ravie"/>
              </w:rPr>
              <w:t xml:space="preserve">Hot: </w:t>
            </w:r>
            <w:r w:rsidRPr="00295233">
              <w:rPr>
                <w:rFonts w:ascii="Agency FB" w:hAnsi="Agency FB"/>
                <w:sz w:val="22"/>
                <w:szCs w:val="22"/>
              </w:rPr>
              <w:t>Teary-Eyed &amp; Sweaty-Browed</w:t>
            </w:r>
            <w:r>
              <w:rPr>
                <w:rFonts w:ascii="Ravie" w:hAnsi="Ravie"/>
              </w:rPr>
              <w:t xml:space="preserve"> </w:t>
            </w:r>
          </w:p>
          <w:p w:rsidR="00A971B3" w:rsidRPr="00B3468C" w:rsidRDefault="008C6B73" w:rsidP="008E43FC">
            <w:pPr>
              <w:jc w:val="center"/>
              <w:rPr>
                <w:rFonts w:ascii="Agency FB" w:hAnsi="Agency FB"/>
                <w:b/>
                <w:sz w:val="24"/>
                <w:szCs w:val="24"/>
              </w:rPr>
            </w:pPr>
            <w:bookmarkStart w:id="0" w:name="_GoBack"/>
            <w:bookmarkEnd w:id="0"/>
            <w:r w:rsidRPr="00B3468C">
              <w:rPr>
                <w:rFonts w:ascii="Ravie" w:hAnsi="Ravie"/>
              </w:rPr>
              <w:t>$</w:t>
            </w:r>
            <w:r w:rsidRPr="00B3468C">
              <w:rPr>
                <w:rFonts w:ascii="Agency FB" w:hAnsi="Agency FB"/>
                <w:b/>
                <w:sz w:val="24"/>
                <w:szCs w:val="24"/>
              </w:rPr>
              <w:t>9</w:t>
            </w:r>
          </w:p>
          <w:p w:rsidR="00A971B3" w:rsidRDefault="00A971B3" w:rsidP="008E43FC">
            <w:pPr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  <w:r>
              <w:rPr>
                <w:rFonts w:ascii="Ravie" w:hAnsi="Ravie"/>
                <w:sz w:val="28"/>
                <w:szCs w:val="28"/>
                <w:u w:val="single"/>
              </w:rPr>
              <w:t>Specialty</w:t>
            </w:r>
          </w:p>
          <w:p w:rsidR="00A971B3" w:rsidRDefault="00B15955" w:rsidP="008F136D">
            <w:pPr>
              <w:jc w:val="center"/>
              <w:rPr>
                <w:rFonts w:ascii="Ravie" w:hAnsi="Ravie"/>
              </w:rPr>
            </w:pPr>
            <w:proofErr w:type="gramStart"/>
            <w:r>
              <w:rPr>
                <w:rFonts w:ascii="Ravie" w:hAnsi="Ravie"/>
              </w:rPr>
              <w:t>BBQ</w:t>
            </w:r>
            <w:r w:rsidR="008C6B73">
              <w:rPr>
                <w:rFonts w:ascii="Ravie" w:hAnsi="Ravie"/>
              </w:rPr>
              <w:t xml:space="preserve"> ..</w:t>
            </w:r>
            <w:proofErr w:type="gramEnd"/>
            <w:r>
              <w:rPr>
                <w:rFonts w:ascii="Ravie" w:hAnsi="Ravie"/>
              </w:rPr>
              <w:t>………………………</w:t>
            </w:r>
            <w:r w:rsidR="00A971B3" w:rsidRPr="00B3468C">
              <w:rPr>
                <w:rFonts w:ascii="Ravie" w:hAnsi="Ravie"/>
              </w:rPr>
              <w:t>$</w:t>
            </w:r>
            <w:r w:rsidR="00A971B3" w:rsidRPr="00B3468C">
              <w:rPr>
                <w:rFonts w:ascii="Agency FB" w:hAnsi="Agency FB"/>
                <w:b/>
                <w:sz w:val="24"/>
                <w:szCs w:val="24"/>
              </w:rPr>
              <w:t>9</w:t>
            </w:r>
          </w:p>
          <w:p w:rsidR="00B15955" w:rsidRDefault="00B15955" w:rsidP="008F136D">
            <w:pPr>
              <w:jc w:val="center"/>
              <w:rPr>
                <w:rFonts w:ascii="Ravie" w:hAnsi="Ravie"/>
              </w:rPr>
            </w:pPr>
            <w:r>
              <w:rPr>
                <w:rFonts w:ascii="Ravie" w:hAnsi="Ravie"/>
              </w:rPr>
              <w:t xml:space="preserve">Ha-B-Q </w:t>
            </w:r>
            <w:r w:rsidRPr="008C6B73">
              <w:rPr>
                <w:rFonts w:ascii="Agency FB" w:hAnsi="Agency FB"/>
              </w:rPr>
              <w:t>(hot!)</w:t>
            </w:r>
            <w:r w:rsidR="008C6B73">
              <w:rPr>
                <w:rFonts w:ascii="Ravie" w:hAnsi="Ravie"/>
              </w:rPr>
              <w:t xml:space="preserve"> .</w:t>
            </w:r>
            <w:r>
              <w:rPr>
                <w:rFonts w:ascii="Ravie" w:hAnsi="Ravie"/>
              </w:rPr>
              <w:t>…</w:t>
            </w:r>
            <w:r w:rsidR="008C6B73">
              <w:rPr>
                <w:rFonts w:ascii="Ravie" w:hAnsi="Ravie"/>
              </w:rPr>
              <w:t>…</w:t>
            </w:r>
            <w:r>
              <w:rPr>
                <w:rFonts w:ascii="Ravie" w:hAnsi="Ravie"/>
              </w:rPr>
              <w:t>………...</w:t>
            </w:r>
            <w:r w:rsidRPr="00B3468C">
              <w:rPr>
                <w:rFonts w:ascii="Ravie" w:hAnsi="Ravie"/>
              </w:rPr>
              <w:t>$</w:t>
            </w:r>
            <w:r w:rsidR="003850AB" w:rsidRPr="00B3468C">
              <w:rPr>
                <w:rFonts w:ascii="Agency FB" w:hAnsi="Agency FB"/>
                <w:b/>
                <w:sz w:val="24"/>
                <w:szCs w:val="24"/>
              </w:rPr>
              <w:t>11</w:t>
            </w:r>
          </w:p>
          <w:p w:rsidR="00B15955" w:rsidRDefault="00B15955" w:rsidP="008F136D">
            <w:pPr>
              <w:jc w:val="center"/>
              <w:rPr>
                <w:rFonts w:ascii="Ravie" w:hAnsi="Ravie"/>
              </w:rPr>
            </w:pPr>
            <w:r>
              <w:rPr>
                <w:rFonts w:ascii="Ravie" w:hAnsi="Ravie"/>
              </w:rPr>
              <w:t>Shanghai Garlic</w:t>
            </w:r>
            <w:r w:rsidR="008C6B73">
              <w:rPr>
                <w:rFonts w:ascii="Ravie" w:hAnsi="Ravie"/>
              </w:rPr>
              <w:t xml:space="preserve"> .</w:t>
            </w:r>
            <w:r>
              <w:rPr>
                <w:rFonts w:ascii="Ravie" w:hAnsi="Ravie"/>
              </w:rPr>
              <w:t>…….</w:t>
            </w:r>
            <w:r w:rsidR="00B3468C">
              <w:rPr>
                <w:rFonts w:ascii="Ravie" w:hAnsi="Ravie"/>
              </w:rPr>
              <w:t xml:space="preserve"> </w:t>
            </w:r>
            <w:r w:rsidRPr="00B3468C">
              <w:rPr>
                <w:rFonts w:ascii="Ravie" w:hAnsi="Ravie"/>
              </w:rPr>
              <w:t>$</w:t>
            </w:r>
            <w:r w:rsidRPr="00B3468C">
              <w:rPr>
                <w:rFonts w:ascii="Agency FB" w:hAnsi="Agency FB"/>
                <w:b/>
                <w:sz w:val="24"/>
                <w:szCs w:val="24"/>
              </w:rPr>
              <w:t>11</w:t>
            </w:r>
          </w:p>
          <w:p w:rsidR="00B15955" w:rsidRDefault="00B15955" w:rsidP="008F136D">
            <w:pPr>
              <w:jc w:val="center"/>
              <w:rPr>
                <w:rFonts w:ascii="Ravie" w:hAnsi="Ravie"/>
              </w:rPr>
            </w:pPr>
            <w:r>
              <w:rPr>
                <w:rFonts w:ascii="Ravie" w:hAnsi="Ravie"/>
              </w:rPr>
              <w:t>Hot Honey Thai</w:t>
            </w:r>
            <w:r w:rsidR="008C6B73">
              <w:rPr>
                <w:rFonts w:ascii="Ravie" w:hAnsi="Ravie"/>
              </w:rPr>
              <w:t xml:space="preserve"> </w:t>
            </w:r>
            <w:r>
              <w:rPr>
                <w:rFonts w:ascii="Ravie" w:hAnsi="Ravie"/>
              </w:rPr>
              <w:t>…</w:t>
            </w:r>
            <w:r w:rsidR="008C6B73">
              <w:rPr>
                <w:rFonts w:ascii="Ravie" w:hAnsi="Ravie"/>
              </w:rPr>
              <w:t>.</w:t>
            </w:r>
            <w:r>
              <w:rPr>
                <w:rFonts w:ascii="Ravie" w:hAnsi="Ravie"/>
              </w:rPr>
              <w:t>…..</w:t>
            </w:r>
            <w:r w:rsidR="00B3468C" w:rsidRPr="00B3468C">
              <w:rPr>
                <w:rFonts w:ascii="Ravie" w:hAnsi="Ravie"/>
              </w:rPr>
              <w:t xml:space="preserve"> </w:t>
            </w:r>
            <w:r w:rsidRPr="00B3468C">
              <w:rPr>
                <w:rFonts w:ascii="Ravie" w:hAnsi="Ravie"/>
              </w:rPr>
              <w:t>$</w:t>
            </w:r>
            <w:r w:rsidRPr="00B3468C">
              <w:rPr>
                <w:rFonts w:ascii="Agency FB" w:hAnsi="Agency FB"/>
                <w:b/>
                <w:sz w:val="24"/>
                <w:szCs w:val="24"/>
              </w:rPr>
              <w:t>11</w:t>
            </w:r>
          </w:p>
          <w:p w:rsidR="00B15955" w:rsidRDefault="008C50DF" w:rsidP="008F136D">
            <w:pPr>
              <w:jc w:val="center"/>
              <w:rPr>
                <w:rFonts w:ascii="Ravie" w:hAnsi="Ravie"/>
              </w:rPr>
            </w:pPr>
            <w:r>
              <w:rPr>
                <w:rFonts w:ascii="Ravie" w:hAnsi="Ravie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5AAE77" wp14:editId="72E3E01F">
                      <wp:simplePos x="0" y="0"/>
                      <wp:positionH relativeFrom="column">
                        <wp:posOffset>190129</wp:posOffset>
                      </wp:positionH>
                      <wp:positionV relativeFrom="paragraph">
                        <wp:posOffset>298450</wp:posOffset>
                      </wp:positionV>
                      <wp:extent cx="352425" cy="371475"/>
                      <wp:effectExtent l="38100" t="38100" r="9525" b="66675"/>
                      <wp:wrapNone/>
                      <wp:docPr id="4" name="4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star4">
                                <a:avLst/>
                              </a:prstGeom>
                              <a:solidFill>
                                <a:srgbClr val="352F25">
                                  <a:lumMod val="75000"/>
                                  <a:lumOff val="25000"/>
                                </a:srgbClr>
                              </a:solidFill>
                              <a:ln w="12700" cap="flat" cmpd="sng" algn="ctr">
                                <a:solidFill>
                                  <a:srgbClr val="F08A42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9923A"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4-Point Star 4" o:spid="_x0000_s1026" type="#_x0000_t187" style="position:absolute;margin-left:14.95pt;margin-top:23.5pt;width:27.7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" fillcolor="#736650" strokecolor="#d56211" strokeweight="1pt"/>
                  </w:pict>
                </mc:Fallback>
              </mc:AlternateContent>
            </w:r>
            <w:r w:rsidR="00977807">
              <w:rPr>
                <w:rFonts w:ascii="Ravie" w:hAnsi="Ravie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8AE38AD" wp14:editId="2EC13564">
                      <wp:simplePos x="0" y="0"/>
                      <wp:positionH relativeFrom="column">
                        <wp:posOffset>1961886</wp:posOffset>
                      </wp:positionH>
                      <wp:positionV relativeFrom="paragraph">
                        <wp:posOffset>300355</wp:posOffset>
                      </wp:positionV>
                      <wp:extent cx="352425" cy="371475"/>
                      <wp:effectExtent l="38100" t="38100" r="9525" b="66675"/>
                      <wp:wrapNone/>
                      <wp:docPr id="9" name="4-Point Sta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star4">
                                <a:avLst/>
                              </a:prstGeom>
                              <a:solidFill>
                                <a:srgbClr val="352F25">
                                  <a:lumMod val="75000"/>
                                  <a:lumOff val="25000"/>
                                </a:srgbClr>
                              </a:solidFill>
                              <a:ln w="12700" cap="flat" cmpd="sng" algn="ctr">
                                <a:solidFill>
                                  <a:srgbClr val="F08A42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BDBD6" id="4-Point Star 9" o:spid="_x0000_s1026" type="#_x0000_t187" style="position:absolute;margin-left:154.5pt;margin-top:23.65pt;width:27.7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" fillcolor="#736650" strokecolor="#d56211" strokeweight="1pt"/>
                  </w:pict>
                </mc:Fallback>
              </mc:AlternateContent>
            </w:r>
            <w:proofErr w:type="spellStart"/>
            <w:r w:rsidR="003850AB">
              <w:rPr>
                <w:rFonts w:ascii="Ravie" w:hAnsi="Ravie"/>
              </w:rPr>
              <w:t>Raz</w:t>
            </w:r>
            <w:r w:rsidR="00295233">
              <w:rPr>
                <w:rFonts w:ascii="Ravie" w:hAnsi="Ravie"/>
              </w:rPr>
              <w:t>baNero</w:t>
            </w:r>
            <w:proofErr w:type="spellEnd"/>
            <w:r w:rsidR="00295233">
              <w:rPr>
                <w:rFonts w:ascii="Ravie" w:hAnsi="Ravie"/>
              </w:rPr>
              <w:t xml:space="preserve"> </w:t>
            </w:r>
            <w:r w:rsidR="00295233" w:rsidRPr="008C6B73">
              <w:rPr>
                <w:rFonts w:ascii="Agency FB" w:hAnsi="Agency FB"/>
              </w:rPr>
              <w:t>(hot!)</w:t>
            </w:r>
            <w:r w:rsidR="008C6B73">
              <w:rPr>
                <w:rFonts w:ascii="Ravie" w:hAnsi="Ravie"/>
              </w:rPr>
              <w:t xml:space="preserve"> </w:t>
            </w:r>
            <w:r w:rsidR="00B15955">
              <w:rPr>
                <w:rFonts w:ascii="Ravie" w:hAnsi="Ravie"/>
              </w:rPr>
              <w:t>…</w:t>
            </w:r>
            <w:r w:rsidR="008C6B73">
              <w:rPr>
                <w:rFonts w:ascii="Ravie" w:hAnsi="Ravie"/>
              </w:rPr>
              <w:t>.</w:t>
            </w:r>
            <w:r w:rsidR="00B15955">
              <w:rPr>
                <w:rFonts w:ascii="Ravie" w:hAnsi="Ravie"/>
              </w:rPr>
              <w:t>……</w:t>
            </w:r>
            <w:r w:rsidR="00B3468C">
              <w:rPr>
                <w:rFonts w:ascii="Ravie" w:hAnsi="Ravie"/>
              </w:rPr>
              <w:t xml:space="preserve"> </w:t>
            </w:r>
            <w:r w:rsidR="008C6B73" w:rsidRPr="00B3468C">
              <w:rPr>
                <w:rFonts w:ascii="Ravie" w:hAnsi="Ravie"/>
              </w:rPr>
              <w:t>$</w:t>
            </w:r>
            <w:r w:rsidR="008C6B73" w:rsidRPr="00B3468C">
              <w:rPr>
                <w:rFonts w:ascii="Agency FB" w:hAnsi="Agency FB"/>
                <w:b/>
                <w:sz w:val="24"/>
                <w:szCs w:val="24"/>
              </w:rPr>
              <w:t>11</w:t>
            </w:r>
          </w:p>
          <w:p w:rsidR="00B15955" w:rsidRPr="008C6B73" w:rsidRDefault="008C50DF" w:rsidP="008C6B73">
            <w:pPr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107DF7" wp14:editId="7EBD5BFF">
                      <wp:simplePos x="0" y="0"/>
                      <wp:positionH relativeFrom="column">
                        <wp:posOffset>361111</wp:posOffset>
                      </wp:positionH>
                      <wp:positionV relativeFrom="paragraph">
                        <wp:posOffset>26035</wp:posOffset>
                      </wp:positionV>
                      <wp:extent cx="1808060" cy="232913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8060" cy="2329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83A6B" w:rsidRPr="008C50DF" w:rsidRDefault="00E83A6B" w:rsidP="00E83A6B">
                                  <w:pPr>
                                    <w:jc w:val="center"/>
                                    <w:rPr>
                                      <w:rFonts w:ascii="Tempus Sans ITC" w:hAnsi="Tempus Sans ITC"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C50DF">
                                    <w:rPr>
                                      <w:rFonts w:ascii="Tempus Sans ITC" w:hAnsi="Tempus Sans ITC"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All Sauces Are Homemade!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107DF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7" type="#_x0000_t202" style="position:absolute;left:0;text-align:left;margin-left:28.45pt;margin-top:2.05pt;width:142.3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" filled="f" stroked="f">
                      <v:textbox>
                        <w:txbxContent>
                          <w:p w:rsidR="00E83A6B" w:rsidRPr="008C50DF" w:rsidRDefault="00E83A6B" w:rsidP="00E83A6B">
                            <w:pPr>
                              <w:jc w:val="center"/>
                              <w:rPr>
                                <w:rFonts w:ascii="Tempus Sans ITC" w:hAnsi="Tempus Sans ITC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C50DF">
                              <w:rPr>
                                <w:rFonts w:ascii="Tempus Sans ITC" w:hAnsi="Tempus Sans ITC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All Sauces Are Homemade!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6B73" w:rsidRPr="008C6B73" w:rsidRDefault="00B15955" w:rsidP="008C6B73">
            <w:pPr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  <w:r w:rsidRPr="008C6B73">
              <w:rPr>
                <w:rFonts w:ascii="Ravie" w:hAnsi="Ravie"/>
                <w:sz w:val="28"/>
                <w:szCs w:val="28"/>
                <w:u w:val="single"/>
              </w:rPr>
              <w:t>Sampler</w:t>
            </w:r>
          </w:p>
          <w:p w:rsidR="006D5940" w:rsidRDefault="00B15955" w:rsidP="006D5940">
            <w:pPr>
              <w:jc w:val="center"/>
              <w:rPr>
                <w:rFonts w:ascii="Agency FB" w:hAnsi="Agency FB"/>
                <w:b/>
                <w:sz w:val="24"/>
                <w:szCs w:val="24"/>
              </w:rPr>
            </w:pPr>
            <w:r w:rsidRPr="008C6B73">
              <w:rPr>
                <w:rFonts w:ascii="Ravie" w:hAnsi="Ravie"/>
              </w:rPr>
              <w:t>Dozen wings</w:t>
            </w:r>
            <w:r w:rsidRPr="008C6B73">
              <w:rPr>
                <w:rFonts w:ascii="Agency FB" w:hAnsi="Agency FB"/>
              </w:rPr>
              <w:t xml:space="preserve"> </w:t>
            </w:r>
            <w:r w:rsidR="008C6B73">
              <w:rPr>
                <w:rFonts w:ascii="Agency FB" w:hAnsi="Agency FB"/>
              </w:rPr>
              <w:t xml:space="preserve">- </w:t>
            </w:r>
            <w:r w:rsidRPr="00295233">
              <w:rPr>
                <w:rFonts w:ascii="Agency FB" w:hAnsi="Agency FB"/>
                <w:sz w:val="22"/>
                <w:szCs w:val="22"/>
              </w:rPr>
              <w:t>Mix and match</w:t>
            </w:r>
            <w:r>
              <w:rPr>
                <w:rFonts w:ascii="Ravie" w:hAnsi="Ravie"/>
              </w:rPr>
              <w:t xml:space="preserve"> </w:t>
            </w:r>
            <w:r w:rsidR="008C6B73">
              <w:rPr>
                <w:rFonts w:ascii="Ravie" w:hAnsi="Ravie"/>
              </w:rPr>
              <w:t xml:space="preserve"> </w:t>
            </w:r>
            <w:r w:rsidRPr="00B3468C">
              <w:rPr>
                <w:rFonts w:ascii="Ravie" w:hAnsi="Ravie"/>
              </w:rPr>
              <w:t>$</w:t>
            </w:r>
            <w:r w:rsidRPr="00B3468C">
              <w:rPr>
                <w:rFonts w:ascii="Agency FB" w:hAnsi="Agency FB"/>
                <w:b/>
                <w:sz w:val="24"/>
                <w:szCs w:val="24"/>
              </w:rPr>
              <w:t>15</w:t>
            </w:r>
          </w:p>
          <w:p w:rsidR="006D5940" w:rsidRPr="006D5940" w:rsidRDefault="006D5940" w:rsidP="006D5940">
            <w:pPr>
              <w:jc w:val="center"/>
              <w:rPr>
                <w:rFonts w:ascii="Agency FB" w:hAnsi="Agency FB"/>
                <w:b/>
                <w:sz w:val="24"/>
                <w:szCs w:val="24"/>
              </w:rPr>
            </w:pPr>
            <w:r>
              <w:rPr>
                <w:rFonts w:ascii="Agency FB" w:hAnsi="Agency FB"/>
                <w:b/>
                <w:sz w:val="24"/>
                <w:szCs w:val="24"/>
              </w:rPr>
              <w:t>Your choice of 3 flavors (4 wings ea</w:t>
            </w:r>
            <w:r w:rsidR="00961DB4">
              <w:rPr>
                <w:rFonts w:ascii="Agency FB" w:hAnsi="Agency FB"/>
                <w:b/>
                <w:sz w:val="24"/>
                <w:szCs w:val="24"/>
              </w:rPr>
              <w:t>.</w:t>
            </w:r>
            <w:r>
              <w:rPr>
                <w:rFonts w:ascii="Agency FB" w:hAnsi="Agency FB"/>
                <w:b/>
                <w:sz w:val="24"/>
                <w:szCs w:val="24"/>
              </w:rPr>
              <w:t>)</w:t>
            </w:r>
          </w:p>
          <w:p w:rsidR="00B15955" w:rsidRDefault="00B15955" w:rsidP="008F136D">
            <w:pPr>
              <w:jc w:val="center"/>
              <w:rPr>
                <w:rFonts w:ascii="Ravie" w:hAnsi="Ravie"/>
              </w:rPr>
            </w:pPr>
          </w:p>
          <w:p w:rsidR="00B15955" w:rsidRPr="00295233" w:rsidRDefault="00B15955" w:rsidP="008F136D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295233">
              <w:rPr>
                <w:rFonts w:ascii="Agency FB" w:hAnsi="Agency FB"/>
                <w:sz w:val="22"/>
                <w:szCs w:val="22"/>
              </w:rPr>
              <w:t>All wings are served with Blue Cheese or Ranch, Celery  &amp; Carrots</w:t>
            </w:r>
          </w:p>
          <w:p w:rsidR="00A971B3" w:rsidRPr="00A971B3" w:rsidRDefault="00A971B3" w:rsidP="00B15955">
            <w:pPr>
              <w:rPr>
                <w:rFonts w:ascii="Ravie" w:hAnsi="Ravie"/>
                <w:sz w:val="28"/>
                <w:szCs w:val="28"/>
                <w:u w:val="single"/>
              </w:rPr>
            </w:pPr>
            <w:r w:rsidRPr="00A971B3">
              <w:rPr>
                <w:rFonts w:ascii="Ravie" w:hAnsi="Ravie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713" w:type="dxa"/>
            <w:gridSpan w:val="2"/>
          </w:tcPr>
          <w:p w:rsidR="00641D4D" w:rsidRPr="00D85100" w:rsidRDefault="00641D4D">
            <w:pPr>
              <w:rPr>
                <w:rFonts w:ascii="Ravie" w:hAnsi="Ravie"/>
              </w:rPr>
            </w:pPr>
          </w:p>
        </w:tc>
        <w:tc>
          <w:tcPr>
            <w:tcW w:w="713" w:type="dxa"/>
          </w:tcPr>
          <w:p w:rsidR="00641D4D" w:rsidRPr="00D85100" w:rsidRDefault="00641D4D">
            <w:pPr>
              <w:rPr>
                <w:rFonts w:ascii="Ravie" w:hAnsi="Ravie"/>
              </w:rPr>
            </w:pPr>
          </w:p>
        </w:tc>
        <w:tc>
          <w:tcPr>
            <w:tcW w:w="3843" w:type="dxa"/>
          </w:tcPr>
          <w:p w:rsidR="00641D4D" w:rsidRDefault="00B15955" w:rsidP="00B3468C">
            <w:pPr>
              <w:spacing w:after="0"/>
              <w:jc w:val="center"/>
              <w:rPr>
                <w:rFonts w:ascii="Ravie" w:hAnsi="Ravie"/>
                <w:sz w:val="48"/>
                <w:szCs w:val="48"/>
              </w:rPr>
            </w:pPr>
            <w:r w:rsidRPr="00B15955">
              <w:rPr>
                <w:rFonts w:ascii="Ravie" w:hAnsi="Ravie"/>
                <w:sz w:val="48"/>
                <w:szCs w:val="48"/>
              </w:rPr>
              <w:t>Burritos</w:t>
            </w:r>
          </w:p>
          <w:p w:rsidR="00BA3DF7" w:rsidRPr="00295233" w:rsidRDefault="00BA3DF7" w:rsidP="00B3468C">
            <w:pPr>
              <w:spacing w:after="120"/>
              <w:jc w:val="center"/>
              <w:rPr>
                <w:rFonts w:ascii="Agency FB" w:hAnsi="Agency FB"/>
                <w:b/>
                <w:sz w:val="22"/>
                <w:szCs w:val="22"/>
              </w:rPr>
            </w:pPr>
            <w:r w:rsidRPr="00295233">
              <w:rPr>
                <w:rFonts w:ascii="Agency FB" w:hAnsi="Agency FB"/>
                <w:b/>
                <w:sz w:val="22"/>
                <w:szCs w:val="22"/>
              </w:rPr>
              <w:t xml:space="preserve">Build your own!  </w:t>
            </w:r>
          </w:p>
          <w:p w:rsidR="008C50DF" w:rsidRDefault="008C50DF" w:rsidP="008C50DF">
            <w:pPr>
              <w:spacing w:after="120"/>
              <w:jc w:val="center"/>
              <w:rPr>
                <w:rFonts w:ascii="Agency FB" w:hAnsi="Agency FB"/>
              </w:rPr>
            </w:pPr>
            <w:r>
              <w:rPr>
                <w:rFonts w:ascii="Ravie" w:hAnsi="Ravie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CC946B" wp14:editId="4D6678C7">
                      <wp:simplePos x="0" y="0"/>
                      <wp:positionH relativeFrom="column">
                        <wp:posOffset>2080895</wp:posOffset>
                      </wp:positionH>
                      <wp:positionV relativeFrom="paragraph">
                        <wp:posOffset>174996</wp:posOffset>
                      </wp:positionV>
                      <wp:extent cx="352425" cy="371475"/>
                      <wp:effectExtent l="38100" t="38100" r="9525" b="66675"/>
                      <wp:wrapNone/>
                      <wp:docPr id="3" name="4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star4">
                                <a:avLst/>
                              </a:prstGeom>
                              <a:solidFill>
                                <a:srgbClr val="352F25">
                                  <a:lumMod val="75000"/>
                                  <a:lumOff val="25000"/>
                                </a:srgbClr>
                              </a:solidFill>
                              <a:ln w="12700" cap="flat" cmpd="sng" algn="ctr">
                                <a:solidFill>
                                  <a:srgbClr val="F08A42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6A322" id="4-Point Star 3" o:spid="_x0000_s1026" type="#_x0000_t187" style="position:absolute;margin-left:163.85pt;margin-top:13.8pt;width:27.7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" fillcolor="#736650" strokecolor="#d56211" strokeweight="1pt"/>
                  </w:pict>
                </mc:Fallback>
              </mc:AlternateContent>
            </w:r>
            <w:r>
              <w:rPr>
                <w:rFonts w:ascii="Ravie" w:hAnsi="Ravie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65F1CB" wp14:editId="25F9ABA0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159121</wp:posOffset>
                      </wp:positionV>
                      <wp:extent cx="352425" cy="371475"/>
                      <wp:effectExtent l="38100" t="38100" r="9525" b="66675"/>
                      <wp:wrapNone/>
                      <wp:docPr id="2" name="4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star4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93788F" id="4-Point Star 2" o:spid="_x0000_s1026" type="#_x0000_t187" style="position:absolute;margin-left:1.5pt;margin-top:12.55pt;width:27.7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" fillcolor="#736550 [2431]" strokecolor="#d46111 [2408]" strokeweight="1pt"/>
                  </w:pict>
                </mc:Fallback>
              </mc:AlternateContent>
            </w:r>
            <w:r w:rsidR="00BA3DF7">
              <w:rPr>
                <w:rFonts w:ascii="Agency FB" w:hAnsi="Agency FB"/>
              </w:rPr>
              <w:t xml:space="preserve"> I</w:t>
            </w:r>
            <w:r w:rsidR="00B3468C">
              <w:rPr>
                <w:rFonts w:ascii="Agency FB" w:hAnsi="Agency FB"/>
              </w:rPr>
              <w:t>nclude</w:t>
            </w:r>
            <w:r w:rsidR="00BA3DF7">
              <w:rPr>
                <w:rFonts w:ascii="Agency FB" w:hAnsi="Agency FB"/>
              </w:rPr>
              <w:t>s</w:t>
            </w:r>
            <w:r w:rsidR="00B3468C">
              <w:rPr>
                <w:rFonts w:ascii="Agency FB" w:hAnsi="Agency FB"/>
              </w:rPr>
              <w:t xml:space="preserve"> choice of</w:t>
            </w:r>
            <w:r w:rsidR="00BA3DF7">
              <w:rPr>
                <w:rFonts w:ascii="Agency FB" w:hAnsi="Agency FB"/>
              </w:rPr>
              <w:t xml:space="preserve"> meat,</w:t>
            </w:r>
            <w:r w:rsidR="00B3468C">
              <w:rPr>
                <w:rFonts w:ascii="Agency FB" w:hAnsi="Agency FB"/>
              </w:rPr>
              <w:t xml:space="preserve"> to</w:t>
            </w:r>
            <w:r w:rsidR="00BA3DF7">
              <w:rPr>
                <w:rFonts w:ascii="Agency FB" w:hAnsi="Agency FB"/>
              </w:rPr>
              <w:t>ppings &amp; side of salsa and chips</w:t>
            </w:r>
          </w:p>
          <w:p w:rsidR="00977807" w:rsidRPr="008C50DF" w:rsidRDefault="00977807" w:rsidP="008C50DF">
            <w:pPr>
              <w:spacing w:after="120"/>
              <w:jc w:val="center"/>
              <w:rPr>
                <w:rFonts w:ascii="Agency FB" w:hAnsi="Agency FB"/>
              </w:rPr>
            </w:pPr>
            <w:r w:rsidRPr="008C50DF">
              <w:rPr>
                <w:rFonts w:ascii="Tempus Sans ITC" w:hAnsi="Tempus Sans ITC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 Ingredients made fresh daily!</w:t>
            </w:r>
            <w:r w:rsidRPr="008C50DF">
              <w:rPr>
                <w:rFonts w:ascii="Tempus Sans ITC" w:hAnsi="Tempus Sans ITC"/>
                <w:noProof/>
                <w:sz w:val="18"/>
                <w:szCs w:val="18"/>
                <w:lang w:eastAsia="en-US"/>
              </w:rPr>
              <w:t xml:space="preserve"> </w:t>
            </w:r>
          </w:p>
          <w:p w:rsidR="00B15955" w:rsidRDefault="00F116B1" w:rsidP="00B3468C">
            <w:pPr>
              <w:spacing w:after="120"/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  <w:r>
              <w:rPr>
                <w:rFonts w:ascii="Ravie" w:hAnsi="Ravie"/>
                <w:sz w:val="28"/>
                <w:szCs w:val="28"/>
                <w:u w:val="single"/>
              </w:rPr>
              <w:t>Meats</w:t>
            </w:r>
          </w:p>
          <w:p w:rsidR="00295233" w:rsidRDefault="00F442B8" w:rsidP="00295233">
            <w:pPr>
              <w:spacing w:after="0"/>
              <w:jc w:val="center"/>
              <w:rPr>
                <w:rFonts w:ascii="Agency FB" w:hAnsi="Agency FB"/>
              </w:rPr>
            </w:pPr>
            <w:r w:rsidRPr="00F442B8">
              <w:rPr>
                <w:rFonts w:ascii="Ravie" w:hAnsi="Ravie"/>
                <w:b/>
              </w:rPr>
              <w:t xml:space="preserve">Red Chile Grilled </w:t>
            </w:r>
            <w:r>
              <w:rPr>
                <w:rFonts w:ascii="Ravie" w:hAnsi="Ravie"/>
                <w:b/>
              </w:rPr>
              <w:t>Chicken</w:t>
            </w:r>
            <w:r w:rsidR="00F116B1">
              <w:rPr>
                <w:rFonts w:ascii="Ravie" w:hAnsi="Ravie"/>
              </w:rPr>
              <w:t xml:space="preserve"> </w:t>
            </w:r>
            <w:r w:rsidRPr="00295233">
              <w:rPr>
                <w:rFonts w:ascii="Agency FB" w:hAnsi="Agency FB"/>
                <w:sz w:val="22"/>
                <w:szCs w:val="22"/>
              </w:rPr>
              <w:t>Marinated in a Red Chile Ancho sauce – this grilled chicken is the perfect ble</w:t>
            </w:r>
            <w:r w:rsidR="00B3468C" w:rsidRPr="00295233">
              <w:rPr>
                <w:rFonts w:ascii="Agency FB" w:hAnsi="Agency FB"/>
                <w:sz w:val="22"/>
                <w:szCs w:val="22"/>
              </w:rPr>
              <w:t>nd of sassy, salty, savory and mild spice</w:t>
            </w:r>
            <w:r w:rsidR="00B3468C">
              <w:rPr>
                <w:rFonts w:ascii="Agency FB" w:hAnsi="Agency FB"/>
              </w:rPr>
              <w:t xml:space="preserve"> </w:t>
            </w:r>
          </w:p>
          <w:p w:rsidR="00F116B1" w:rsidRDefault="00B3468C" w:rsidP="00295233">
            <w:pPr>
              <w:spacing w:after="0"/>
              <w:jc w:val="center"/>
              <w:rPr>
                <w:rFonts w:ascii="Agency FB" w:hAnsi="Agency FB"/>
              </w:rPr>
            </w:pPr>
            <w:r w:rsidRPr="00B3468C">
              <w:rPr>
                <w:rFonts w:ascii="Ravie" w:hAnsi="Ravie"/>
              </w:rPr>
              <w:t>$</w:t>
            </w:r>
            <w:r w:rsidR="00EC0711">
              <w:rPr>
                <w:rFonts w:ascii="Ravie" w:hAnsi="Ravie"/>
              </w:rPr>
              <w:t>9</w:t>
            </w:r>
          </w:p>
          <w:p w:rsidR="00B3468C" w:rsidRDefault="00A63EF3" w:rsidP="00295233">
            <w:pPr>
              <w:spacing w:after="0" w:line="240" w:lineRule="auto"/>
              <w:jc w:val="center"/>
              <w:rPr>
                <w:rFonts w:ascii="Agency FB" w:hAnsi="Agency FB"/>
              </w:rPr>
            </w:pPr>
            <w:r w:rsidRPr="00A63EF3">
              <w:rPr>
                <w:rFonts w:ascii="Ravie" w:hAnsi="Ravie"/>
              </w:rPr>
              <w:t xml:space="preserve">Spicy Shredded Beef </w:t>
            </w:r>
            <w:r w:rsidRPr="00295233">
              <w:rPr>
                <w:rFonts w:ascii="Agency FB" w:hAnsi="Agency FB"/>
                <w:sz w:val="22"/>
                <w:szCs w:val="22"/>
              </w:rPr>
              <w:t xml:space="preserve">Slow cooked in a Chipotle Pepper </w:t>
            </w:r>
            <w:r w:rsidR="00B3468C" w:rsidRPr="00295233">
              <w:rPr>
                <w:rFonts w:ascii="Agency FB" w:hAnsi="Agency FB"/>
                <w:sz w:val="22"/>
                <w:szCs w:val="22"/>
              </w:rPr>
              <w:t>sauce – saucy &amp; spicy</w:t>
            </w:r>
          </w:p>
          <w:p w:rsidR="00A63EF3" w:rsidRDefault="00B3468C" w:rsidP="00295233">
            <w:pPr>
              <w:spacing w:after="0" w:line="240" w:lineRule="auto"/>
              <w:jc w:val="center"/>
              <w:rPr>
                <w:rFonts w:ascii="Agency FB" w:hAnsi="Agency FB"/>
              </w:rPr>
            </w:pPr>
            <w:r w:rsidRPr="00B3468C">
              <w:rPr>
                <w:rFonts w:ascii="Agency FB" w:hAnsi="Agency FB"/>
                <w:b/>
                <w:sz w:val="24"/>
                <w:szCs w:val="24"/>
              </w:rPr>
              <w:t xml:space="preserve"> </w:t>
            </w:r>
            <w:r w:rsidRPr="00B3468C">
              <w:rPr>
                <w:rFonts w:ascii="Ravie" w:hAnsi="Ravie"/>
              </w:rPr>
              <w:t>$</w:t>
            </w:r>
            <w:r w:rsidR="00EC0711">
              <w:rPr>
                <w:rFonts w:ascii="Ravie" w:hAnsi="Ravie"/>
              </w:rPr>
              <w:t>9</w:t>
            </w:r>
          </w:p>
          <w:p w:rsidR="00B3468C" w:rsidRDefault="00B3468C" w:rsidP="00295233">
            <w:pPr>
              <w:spacing w:after="0" w:line="240" w:lineRule="auto"/>
              <w:jc w:val="center"/>
              <w:rPr>
                <w:rFonts w:ascii="Agency FB" w:hAnsi="Agency FB"/>
                <w:b/>
              </w:rPr>
            </w:pPr>
            <w:r w:rsidRPr="00B3468C">
              <w:rPr>
                <w:rFonts w:ascii="Ravie" w:hAnsi="Ravie"/>
              </w:rPr>
              <w:t xml:space="preserve">Pork </w:t>
            </w:r>
            <w:proofErr w:type="spellStart"/>
            <w:r w:rsidRPr="00B3468C">
              <w:rPr>
                <w:rFonts w:ascii="Ravie" w:hAnsi="Ravie"/>
              </w:rPr>
              <w:t>Carnitas</w:t>
            </w:r>
            <w:proofErr w:type="spellEnd"/>
            <w:r w:rsidRPr="00B3468C">
              <w:rPr>
                <w:rFonts w:ascii="Ravie" w:hAnsi="Ravie"/>
              </w:rPr>
              <w:t xml:space="preserve"> </w:t>
            </w:r>
            <w:r w:rsidRPr="00295233">
              <w:rPr>
                <w:rFonts w:ascii="Agency FB" w:hAnsi="Agency FB"/>
                <w:sz w:val="22"/>
                <w:szCs w:val="22"/>
              </w:rPr>
              <w:t>Wr</w:t>
            </w:r>
            <w:r w:rsidR="00372E3F" w:rsidRPr="00295233">
              <w:rPr>
                <w:rFonts w:ascii="Agency FB" w:hAnsi="Agency FB"/>
                <w:sz w:val="22"/>
                <w:szCs w:val="22"/>
              </w:rPr>
              <w:t>a</w:t>
            </w:r>
            <w:r w:rsidRPr="00295233">
              <w:rPr>
                <w:rFonts w:ascii="Agency FB" w:hAnsi="Agency FB"/>
                <w:sz w:val="22"/>
                <w:szCs w:val="22"/>
              </w:rPr>
              <w:t>pped in bacon and slow roasted – our pork is seasoned to perfection with subtle hints of clove and citrus</w:t>
            </w:r>
            <w:r>
              <w:rPr>
                <w:rFonts w:ascii="Agency FB" w:hAnsi="Agency FB"/>
              </w:rPr>
              <w:t xml:space="preserve"> </w:t>
            </w:r>
          </w:p>
          <w:p w:rsidR="00B3468C" w:rsidRDefault="00B3468C" w:rsidP="00295233">
            <w:pPr>
              <w:spacing w:after="0" w:line="240" w:lineRule="auto"/>
              <w:jc w:val="center"/>
              <w:rPr>
                <w:rFonts w:ascii="Agency FB" w:hAnsi="Agency FB"/>
              </w:rPr>
            </w:pPr>
            <w:r w:rsidRPr="00B3468C">
              <w:rPr>
                <w:rFonts w:ascii="Ravie" w:hAnsi="Ravie"/>
              </w:rPr>
              <w:t>$</w:t>
            </w:r>
            <w:r w:rsidR="00EC0711">
              <w:rPr>
                <w:rFonts w:ascii="Ravie" w:hAnsi="Ravie"/>
              </w:rPr>
              <w:t>9</w:t>
            </w:r>
          </w:p>
          <w:p w:rsidR="00BA3DF7" w:rsidRDefault="00BA3DF7" w:rsidP="00295233">
            <w:pPr>
              <w:spacing w:after="0" w:line="24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Ravie" w:hAnsi="Ravie"/>
              </w:rPr>
              <w:t>Veggie</w:t>
            </w:r>
            <w:r w:rsidRPr="00B3468C">
              <w:rPr>
                <w:rFonts w:ascii="Ravie" w:hAnsi="Ravie"/>
              </w:rPr>
              <w:t xml:space="preserve"> </w:t>
            </w:r>
            <w:r w:rsidRPr="00295233">
              <w:rPr>
                <w:rFonts w:ascii="Agency FB" w:hAnsi="Agency FB"/>
                <w:sz w:val="22"/>
                <w:szCs w:val="22"/>
              </w:rPr>
              <w:t>Wrap up yo</w:t>
            </w:r>
            <w:r w:rsidR="0082184C" w:rsidRPr="00295233">
              <w:rPr>
                <w:rFonts w:ascii="Agency FB" w:hAnsi="Agency FB"/>
                <w:sz w:val="22"/>
                <w:szCs w:val="22"/>
              </w:rPr>
              <w:t>ur favorite combination of meat-free toppings to create a vegetarian delight (</w:t>
            </w:r>
            <w:proofErr w:type="spellStart"/>
            <w:r w:rsidR="0082184C" w:rsidRPr="00295233">
              <w:rPr>
                <w:rFonts w:ascii="Agency FB" w:hAnsi="Agency FB"/>
                <w:sz w:val="22"/>
                <w:szCs w:val="22"/>
              </w:rPr>
              <w:t>guac</w:t>
            </w:r>
            <w:proofErr w:type="spellEnd"/>
            <w:r w:rsidR="0082184C" w:rsidRPr="00295233">
              <w:rPr>
                <w:rFonts w:ascii="Agency FB" w:hAnsi="Agency FB"/>
                <w:sz w:val="22"/>
                <w:szCs w:val="22"/>
              </w:rPr>
              <w:t xml:space="preserve"> included)</w:t>
            </w:r>
            <w:r w:rsidR="0082184C">
              <w:rPr>
                <w:rFonts w:ascii="Agency FB" w:hAnsi="Agency FB"/>
              </w:rPr>
              <w:t xml:space="preserve"> </w:t>
            </w:r>
          </w:p>
          <w:p w:rsidR="00BA3DF7" w:rsidRPr="008F136D" w:rsidRDefault="00BA3DF7" w:rsidP="00295233">
            <w:pPr>
              <w:spacing w:after="0" w:line="240" w:lineRule="auto"/>
              <w:jc w:val="center"/>
              <w:rPr>
                <w:rFonts w:ascii="Agency FB" w:hAnsi="Agency FB"/>
              </w:rPr>
            </w:pPr>
            <w:r w:rsidRPr="00B3468C">
              <w:rPr>
                <w:rFonts w:ascii="Ravie" w:hAnsi="Ravie"/>
              </w:rPr>
              <w:t>$</w:t>
            </w:r>
            <w:r w:rsidR="00044155">
              <w:rPr>
                <w:rFonts w:ascii="Ravie" w:hAnsi="Ravie"/>
              </w:rPr>
              <w:t>7</w:t>
            </w:r>
          </w:p>
          <w:p w:rsidR="00B3468C" w:rsidRDefault="00B3468C" w:rsidP="00B3468C">
            <w:pPr>
              <w:spacing w:line="240" w:lineRule="auto"/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  <w:r>
              <w:rPr>
                <w:rFonts w:ascii="Ravie" w:hAnsi="Ravie"/>
                <w:sz w:val="28"/>
                <w:szCs w:val="28"/>
                <w:u w:val="single"/>
              </w:rPr>
              <w:t xml:space="preserve">Personalize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6"/>
              <w:gridCol w:w="1917"/>
            </w:tblGrid>
            <w:tr w:rsidR="0082184C" w:rsidTr="005743B0">
              <w:tc>
                <w:tcPr>
                  <w:tcW w:w="1916" w:type="dxa"/>
                </w:tcPr>
                <w:p w:rsidR="0082184C" w:rsidRPr="00295233" w:rsidRDefault="0082184C" w:rsidP="000B5E5B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>Cheddar Jack Cheese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Sour Cream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Black Beans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Refried Beans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>Cilantro Lime Rice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Lettuce </w:t>
                  </w:r>
                </w:p>
                <w:p w:rsidR="0082184C" w:rsidRPr="00295233" w:rsidRDefault="0082184C" w:rsidP="00B3468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</w:p>
              </w:tc>
              <w:tc>
                <w:tcPr>
                  <w:tcW w:w="1917" w:type="dxa"/>
                </w:tcPr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Red Onion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Bacon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>Pico de Gallo (mild tomato salsa)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Medium Salsa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 xml:space="preserve">Hot Salsa </w:t>
                  </w:r>
                </w:p>
                <w:p w:rsidR="0082184C" w:rsidRPr="00295233" w:rsidRDefault="0082184C" w:rsidP="0082184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  <w:r w:rsidRPr="00295233">
                    <w:rPr>
                      <w:rFonts w:ascii="Agency FB" w:hAnsi="Agency FB"/>
                    </w:rPr>
                    <w:t>Guacamole (add $1.00)</w:t>
                  </w:r>
                </w:p>
                <w:p w:rsidR="0082184C" w:rsidRPr="00295233" w:rsidRDefault="0082184C" w:rsidP="00B3468C">
                  <w:pPr>
                    <w:spacing w:after="120"/>
                    <w:jc w:val="center"/>
                    <w:rPr>
                      <w:rFonts w:ascii="Agency FB" w:hAnsi="Agency FB"/>
                    </w:rPr>
                  </w:pPr>
                </w:p>
              </w:tc>
            </w:tr>
          </w:tbl>
          <w:p w:rsidR="00B3468C" w:rsidRDefault="00B3468C" w:rsidP="00B3468C">
            <w:pPr>
              <w:spacing w:line="240" w:lineRule="auto"/>
              <w:jc w:val="center"/>
              <w:rPr>
                <w:rFonts w:ascii="Agency FB" w:hAnsi="Agency FB"/>
              </w:rPr>
            </w:pPr>
          </w:p>
          <w:p w:rsidR="00B3468C" w:rsidRDefault="00B3468C" w:rsidP="00B3468C">
            <w:pPr>
              <w:spacing w:line="240" w:lineRule="auto"/>
              <w:jc w:val="center"/>
              <w:rPr>
                <w:rFonts w:ascii="Agency FB" w:hAnsi="Agency FB"/>
              </w:rPr>
            </w:pPr>
          </w:p>
          <w:p w:rsidR="00B3468C" w:rsidRDefault="00B3468C" w:rsidP="00B3468C">
            <w:pPr>
              <w:spacing w:line="240" w:lineRule="auto"/>
              <w:jc w:val="center"/>
              <w:rPr>
                <w:rFonts w:ascii="Agency FB" w:hAnsi="Agency FB"/>
              </w:rPr>
            </w:pPr>
          </w:p>
          <w:p w:rsidR="00B3468C" w:rsidRPr="00B3468C" w:rsidRDefault="00B3468C" w:rsidP="00B3468C">
            <w:pPr>
              <w:spacing w:line="240" w:lineRule="auto"/>
              <w:jc w:val="center"/>
              <w:rPr>
                <w:rFonts w:ascii="Agency FB" w:hAnsi="Agency FB"/>
              </w:rPr>
            </w:pPr>
          </w:p>
          <w:p w:rsidR="00B3468C" w:rsidRPr="00B3468C" w:rsidRDefault="00B3468C" w:rsidP="00B3468C">
            <w:pPr>
              <w:spacing w:line="240" w:lineRule="auto"/>
              <w:jc w:val="center"/>
              <w:rPr>
                <w:rFonts w:ascii="Ravie" w:hAnsi="Ravie"/>
                <w:sz w:val="28"/>
                <w:szCs w:val="28"/>
                <w:u w:val="single"/>
              </w:rPr>
            </w:pPr>
          </w:p>
        </w:tc>
        <w:tc>
          <w:tcPr>
            <w:tcW w:w="720" w:type="dxa"/>
            <w:gridSpan w:val="2"/>
          </w:tcPr>
          <w:p w:rsidR="00641D4D" w:rsidRPr="00D85100" w:rsidRDefault="00641D4D">
            <w:pPr>
              <w:rPr>
                <w:rFonts w:ascii="Ravie" w:hAnsi="Ravie"/>
              </w:rPr>
            </w:pPr>
          </w:p>
        </w:tc>
        <w:tc>
          <w:tcPr>
            <w:tcW w:w="720" w:type="dxa"/>
          </w:tcPr>
          <w:p w:rsidR="00641D4D" w:rsidRPr="00B3468C" w:rsidRDefault="00641D4D" w:rsidP="00B3468C">
            <w:pPr>
              <w:jc w:val="center"/>
              <w:rPr>
                <w:rFonts w:ascii="Ravie" w:hAnsi="Ravie"/>
                <w:sz w:val="36"/>
                <w:szCs w:val="36"/>
              </w:rPr>
            </w:pPr>
          </w:p>
        </w:tc>
        <w:tc>
          <w:tcPr>
            <w:tcW w:w="3851" w:type="dxa"/>
          </w:tcPr>
          <w:p w:rsidR="00B3468C" w:rsidRPr="00B3468C" w:rsidRDefault="00B3468C" w:rsidP="00B3468C">
            <w:pPr>
              <w:jc w:val="center"/>
              <w:rPr>
                <w:sz w:val="48"/>
                <w:szCs w:val="48"/>
              </w:rPr>
            </w:pPr>
            <w:r w:rsidRPr="00B3468C">
              <w:rPr>
                <w:rFonts w:ascii="Ravie" w:hAnsi="Ravie"/>
                <w:sz w:val="48"/>
                <w:szCs w:val="48"/>
              </w:rPr>
              <w:t>EXTRAS</w:t>
            </w:r>
          </w:p>
          <w:p w:rsidR="00BA3DF7" w:rsidRPr="00295233" w:rsidRDefault="00BA3DF7" w:rsidP="00B3468C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295233">
              <w:rPr>
                <w:rFonts w:ascii="Agency FB" w:hAnsi="Agency FB"/>
                <w:sz w:val="22"/>
                <w:szCs w:val="22"/>
              </w:rPr>
              <w:t>Basket of Chips &amp; Salsa $3</w:t>
            </w:r>
          </w:p>
          <w:p w:rsidR="00BA3DF7" w:rsidRPr="00295233" w:rsidRDefault="00BA3DF7" w:rsidP="00B3468C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295233">
              <w:rPr>
                <w:rFonts w:ascii="Agency FB" w:hAnsi="Agency FB"/>
                <w:sz w:val="22"/>
                <w:szCs w:val="22"/>
              </w:rPr>
              <w:t>Basket of Chips &amp; Guacamole $4</w:t>
            </w:r>
          </w:p>
          <w:p w:rsidR="00BA3DF7" w:rsidRPr="00295233" w:rsidRDefault="00BA3DF7" w:rsidP="00BA3DF7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295233">
              <w:rPr>
                <w:rFonts w:ascii="Agency FB" w:hAnsi="Agency FB"/>
                <w:sz w:val="22"/>
                <w:szCs w:val="22"/>
              </w:rPr>
              <w:t>Basket of Steak Fries  $4</w:t>
            </w:r>
          </w:p>
          <w:p w:rsidR="00B3468C" w:rsidRPr="00295233" w:rsidRDefault="00B3468C" w:rsidP="00B3468C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295233">
              <w:rPr>
                <w:rFonts w:ascii="Agency FB" w:hAnsi="Agency FB"/>
                <w:sz w:val="22"/>
                <w:szCs w:val="22"/>
              </w:rPr>
              <w:t>Kids Basket of Fries &amp; Nuggets $5</w:t>
            </w:r>
          </w:p>
          <w:p w:rsidR="00B3468C" w:rsidRPr="00295233" w:rsidRDefault="00BA3DF7" w:rsidP="00BA3DF7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295233">
              <w:rPr>
                <w:rFonts w:ascii="Agency FB" w:hAnsi="Agency FB"/>
                <w:sz w:val="22"/>
                <w:szCs w:val="22"/>
              </w:rPr>
              <w:t xml:space="preserve">Deep Fried </w:t>
            </w:r>
            <w:proofErr w:type="spellStart"/>
            <w:r w:rsidRPr="00295233">
              <w:rPr>
                <w:rFonts w:ascii="Agency FB" w:hAnsi="Agency FB"/>
                <w:sz w:val="22"/>
                <w:szCs w:val="22"/>
              </w:rPr>
              <w:t>Smore</w:t>
            </w:r>
            <w:proofErr w:type="spellEnd"/>
            <w:r w:rsidRPr="00295233">
              <w:rPr>
                <w:rFonts w:ascii="Agency FB" w:hAnsi="Agency FB"/>
                <w:sz w:val="22"/>
                <w:szCs w:val="22"/>
              </w:rPr>
              <w:t xml:space="preserve"> $3</w:t>
            </w:r>
          </w:p>
          <w:p w:rsidR="00BA3DF7" w:rsidRDefault="00BA3DF7" w:rsidP="00B3468C">
            <w:pPr>
              <w:jc w:val="center"/>
              <w:rPr>
                <w:rFonts w:ascii="Ravie" w:hAnsi="Ravie"/>
                <w:sz w:val="48"/>
                <w:szCs w:val="48"/>
              </w:rPr>
            </w:pPr>
          </w:p>
          <w:p w:rsidR="00B3468C" w:rsidRDefault="00B3468C" w:rsidP="00B3468C">
            <w:pPr>
              <w:jc w:val="center"/>
              <w:rPr>
                <w:rFonts w:ascii="Ravie" w:hAnsi="Ravie"/>
                <w:sz w:val="48"/>
                <w:szCs w:val="48"/>
              </w:rPr>
            </w:pPr>
            <w:r w:rsidRPr="00B3468C">
              <w:rPr>
                <w:rFonts w:ascii="Ravie" w:hAnsi="Ravie"/>
                <w:sz w:val="48"/>
                <w:szCs w:val="48"/>
              </w:rPr>
              <w:t xml:space="preserve">Drinks </w:t>
            </w:r>
          </w:p>
          <w:p w:rsidR="00B3468C" w:rsidRDefault="00BA3DF7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Coke</w:t>
            </w:r>
            <w:r w:rsidR="00B3468C">
              <w:rPr>
                <w:rFonts w:ascii="Agency FB" w:hAnsi="Agency FB"/>
              </w:rPr>
              <w:t>…………………………………………………………………</w:t>
            </w:r>
            <w:r w:rsidR="0060227E">
              <w:rPr>
                <w:rFonts w:ascii="Agency FB" w:hAnsi="Agency FB"/>
              </w:rPr>
              <w:t>$</w:t>
            </w:r>
            <w:r w:rsidR="00E01D5B">
              <w:rPr>
                <w:rFonts w:ascii="Agency FB" w:hAnsi="Agency FB"/>
              </w:rPr>
              <w:t>3</w:t>
            </w:r>
          </w:p>
          <w:p w:rsidR="00B3468C" w:rsidRDefault="00BA3DF7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Diet Coke</w:t>
            </w:r>
            <w:r w:rsidR="0060227E">
              <w:rPr>
                <w:rFonts w:ascii="Agency FB" w:hAnsi="Agency FB"/>
              </w:rPr>
              <w:t>…………………………………………………………</w:t>
            </w:r>
            <w:r>
              <w:rPr>
                <w:rFonts w:ascii="Agency FB" w:hAnsi="Agency FB"/>
              </w:rPr>
              <w:t>.</w:t>
            </w:r>
            <w:r w:rsidR="0060227E">
              <w:rPr>
                <w:rFonts w:ascii="Agency FB" w:hAnsi="Agency FB"/>
              </w:rPr>
              <w:t>$</w:t>
            </w:r>
            <w:r w:rsidR="00E01D5B">
              <w:rPr>
                <w:rFonts w:ascii="Agency FB" w:hAnsi="Agency FB"/>
              </w:rPr>
              <w:t>3</w:t>
            </w:r>
          </w:p>
          <w:p w:rsidR="00B3468C" w:rsidRDefault="00BA3DF7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Sprit</w:t>
            </w:r>
            <w:r w:rsidR="00E83A6B">
              <w:rPr>
                <w:rFonts w:ascii="Agency FB" w:hAnsi="Agency FB"/>
              </w:rPr>
              <w:t>e</w:t>
            </w:r>
            <w:r w:rsidR="00DE52D6">
              <w:rPr>
                <w:rFonts w:ascii="Agency FB" w:hAnsi="Agency FB"/>
              </w:rPr>
              <w:t>………………………………………………………………</w:t>
            </w:r>
            <w:r>
              <w:rPr>
                <w:rFonts w:ascii="Agency FB" w:hAnsi="Agency FB"/>
              </w:rPr>
              <w:t>.</w:t>
            </w:r>
            <w:r w:rsidR="00DE52D6">
              <w:rPr>
                <w:rFonts w:ascii="Agency FB" w:hAnsi="Agency FB"/>
              </w:rPr>
              <w:t>$</w:t>
            </w:r>
            <w:r w:rsidR="00E01D5B">
              <w:rPr>
                <w:rFonts w:ascii="Agency FB" w:hAnsi="Agency FB"/>
              </w:rPr>
              <w:t>3</w:t>
            </w:r>
          </w:p>
          <w:p w:rsidR="00B3468C" w:rsidRDefault="00E01D5B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Ginger Ale</w:t>
            </w:r>
            <w:r w:rsidR="00DE52D6">
              <w:rPr>
                <w:rFonts w:ascii="Agency FB" w:hAnsi="Agency FB"/>
              </w:rPr>
              <w:t>………………………………………………………</w:t>
            </w:r>
            <w:r w:rsidR="00BA3DF7">
              <w:rPr>
                <w:rFonts w:ascii="Agency FB" w:hAnsi="Agency FB"/>
              </w:rPr>
              <w:t xml:space="preserve">  </w:t>
            </w:r>
            <w:r w:rsidR="00DE52D6">
              <w:rPr>
                <w:rFonts w:ascii="Agency FB" w:hAnsi="Agency FB"/>
              </w:rPr>
              <w:t>$</w:t>
            </w:r>
            <w:r>
              <w:rPr>
                <w:rFonts w:ascii="Agency FB" w:hAnsi="Agency FB"/>
              </w:rPr>
              <w:t>3</w:t>
            </w:r>
          </w:p>
          <w:p w:rsidR="00B3468C" w:rsidRDefault="00E01D5B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 xml:space="preserve">Mello </w:t>
            </w:r>
            <w:proofErr w:type="spellStart"/>
            <w:r>
              <w:rPr>
                <w:rFonts w:ascii="Agency FB" w:hAnsi="Agency FB"/>
              </w:rPr>
              <w:t>Yello</w:t>
            </w:r>
            <w:proofErr w:type="spellEnd"/>
            <w:r w:rsidR="00DE52D6">
              <w:rPr>
                <w:rFonts w:ascii="Agency FB" w:hAnsi="Agency FB"/>
              </w:rPr>
              <w:t>………………………………………………………</w:t>
            </w:r>
            <w:r w:rsidR="00BA3DF7">
              <w:rPr>
                <w:rFonts w:ascii="Agency FB" w:hAnsi="Agency FB"/>
              </w:rPr>
              <w:t>..</w:t>
            </w:r>
            <w:r>
              <w:rPr>
                <w:rFonts w:ascii="Agency FB" w:hAnsi="Agency FB"/>
              </w:rPr>
              <w:t>$3</w:t>
            </w:r>
          </w:p>
          <w:p w:rsidR="00B3468C" w:rsidRDefault="00E01D5B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Shirley Temple………………………………………………..</w:t>
            </w:r>
            <w:r w:rsidR="00BA3DF7">
              <w:rPr>
                <w:rFonts w:ascii="Agency FB" w:hAnsi="Agency FB"/>
              </w:rPr>
              <w:t xml:space="preserve"> </w:t>
            </w:r>
            <w:r w:rsidR="00DE52D6">
              <w:rPr>
                <w:rFonts w:ascii="Agency FB" w:hAnsi="Agency FB"/>
              </w:rPr>
              <w:t>$</w:t>
            </w:r>
            <w:r>
              <w:rPr>
                <w:rFonts w:ascii="Agency FB" w:hAnsi="Agency FB"/>
              </w:rPr>
              <w:t>3</w:t>
            </w:r>
          </w:p>
          <w:p w:rsidR="00B3468C" w:rsidRDefault="00B3468C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 xml:space="preserve">Iced Tea </w:t>
            </w:r>
            <w:r w:rsidR="00DE52D6">
              <w:rPr>
                <w:rFonts w:ascii="Agency FB" w:hAnsi="Agency FB"/>
              </w:rPr>
              <w:t>…………………………………………………………</w:t>
            </w:r>
            <w:r w:rsidR="00BA3DF7">
              <w:rPr>
                <w:rFonts w:ascii="Agency FB" w:hAnsi="Agency FB"/>
              </w:rPr>
              <w:t>..</w:t>
            </w:r>
            <w:r w:rsidR="00DE52D6">
              <w:rPr>
                <w:rFonts w:ascii="Agency FB" w:hAnsi="Agency FB"/>
              </w:rPr>
              <w:t>$</w:t>
            </w:r>
            <w:r w:rsidR="00E01D5B">
              <w:rPr>
                <w:rFonts w:ascii="Agency FB" w:hAnsi="Agency FB"/>
              </w:rPr>
              <w:t>3</w:t>
            </w:r>
          </w:p>
          <w:p w:rsidR="00E01D5B" w:rsidRDefault="00E01D5B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Sweet Tea……………………………………………………..…$3</w:t>
            </w:r>
          </w:p>
          <w:p w:rsidR="00E01D5B" w:rsidRDefault="00E01D5B" w:rsidP="00E01D5B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Kids Milk………………………………….….………………$1.50</w:t>
            </w:r>
          </w:p>
          <w:p w:rsidR="00E01D5B" w:rsidRDefault="00E01D5B" w:rsidP="00E01D5B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Kids Cranberry Juice .……………..……………….$1.50</w:t>
            </w:r>
          </w:p>
          <w:p w:rsidR="00E01D5B" w:rsidRDefault="00E01D5B" w:rsidP="00E01D5B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Kids Apple Juice …………………….………….……..$1.50</w:t>
            </w:r>
          </w:p>
          <w:p w:rsidR="00E01D5B" w:rsidRDefault="00E01D5B" w:rsidP="00E01D5B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Kids Soda……………………………….…………….……$1.50</w:t>
            </w:r>
          </w:p>
          <w:p w:rsidR="00B3468C" w:rsidRDefault="00B3468C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Coffee</w:t>
            </w:r>
            <w:r w:rsidR="00BA3DF7">
              <w:rPr>
                <w:rFonts w:ascii="Agency FB" w:hAnsi="Agency FB"/>
              </w:rPr>
              <w:t xml:space="preserve">  </w:t>
            </w:r>
            <w:r>
              <w:rPr>
                <w:rFonts w:ascii="Agency FB" w:hAnsi="Agency FB"/>
              </w:rPr>
              <w:t xml:space="preserve"> </w:t>
            </w:r>
            <w:r w:rsidR="00F466EA">
              <w:rPr>
                <w:rFonts w:ascii="Agency FB" w:hAnsi="Agency FB"/>
              </w:rPr>
              <w:t>…</w:t>
            </w:r>
            <w:r w:rsidR="00DE52D6">
              <w:rPr>
                <w:rFonts w:ascii="Agency FB" w:hAnsi="Agency FB"/>
              </w:rPr>
              <w:t>………………………………………………</w:t>
            </w:r>
            <w:r w:rsidR="00BA3DF7">
              <w:rPr>
                <w:rFonts w:ascii="Agency FB" w:hAnsi="Agency FB"/>
              </w:rPr>
              <w:t>.</w:t>
            </w:r>
            <w:r w:rsidR="00DE52D6">
              <w:rPr>
                <w:rFonts w:ascii="Agency FB" w:hAnsi="Agency FB"/>
              </w:rPr>
              <w:t xml:space="preserve">. </w:t>
            </w:r>
            <w:r w:rsidR="00F466EA">
              <w:rPr>
                <w:rFonts w:ascii="Agency FB" w:hAnsi="Agency FB"/>
              </w:rPr>
              <w:t xml:space="preserve"> </w:t>
            </w:r>
            <w:r w:rsidR="00DE52D6">
              <w:rPr>
                <w:rFonts w:ascii="Agency FB" w:hAnsi="Agency FB"/>
              </w:rPr>
              <w:t>$1.50</w:t>
            </w:r>
          </w:p>
          <w:p w:rsidR="00B3468C" w:rsidRDefault="00E01D5B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 xml:space="preserve">Hot </w:t>
            </w:r>
            <w:r w:rsidR="00B3468C">
              <w:rPr>
                <w:rFonts w:ascii="Agency FB" w:hAnsi="Agency FB"/>
              </w:rPr>
              <w:t xml:space="preserve">Tea </w:t>
            </w:r>
            <w:r w:rsidR="00F466EA">
              <w:rPr>
                <w:rFonts w:ascii="Agency FB" w:hAnsi="Agency FB"/>
              </w:rPr>
              <w:t>………………</w:t>
            </w:r>
            <w:r w:rsidR="00DE52D6">
              <w:rPr>
                <w:rFonts w:ascii="Agency FB" w:hAnsi="Agency FB"/>
              </w:rPr>
              <w:t>……</w:t>
            </w:r>
            <w:r>
              <w:rPr>
                <w:rFonts w:ascii="Agency FB" w:hAnsi="Agency FB"/>
              </w:rPr>
              <w:t>……………….</w:t>
            </w:r>
            <w:r w:rsidR="00DE52D6">
              <w:rPr>
                <w:rFonts w:ascii="Agency FB" w:hAnsi="Agency FB"/>
              </w:rPr>
              <w:t>……</w:t>
            </w:r>
            <w:r>
              <w:rPr>
                <w:rFonts w:ascii="Agency FB" w:hAnsi="Agency FB"/>
              </w:rPr>
              <w:t>…</w:t>
            </w:r>
            <w:r w:rsidR="00DE52D6">
              <w:rPr>
                <w:rFonts w:ascii="Agency FB" w:hAnsi="Agency FB"/>
              </w:rPr>
              <w:t>……</w:t>
            </w:r>
            <w:r>
              <w:rPr>
                <w:rFonts w:ascii="Agency FB" w:hAnsi="Agency FB"/>
              </w:rPr>
              <w:t>.</w:t>
            </w:r>
            <w:r w:rsidR="00BA3DF7">
              <w:rPr>
                <w:rFonts w:ascii="Agency FB" w:hAnsi="Agency FB"/>
              </w:rPr>
              <w:t>. $1.50</w:t>
            </w:r>
          </w:p>
          <w:p w:rsidR="00E01D5B" w:rsidRDefault="00E01D5B" w:rsidP="00F466EA">
            <w:pPr>
              <w:spacing w:after="0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Hot Chocolate…………………………………….…….$1.50</w:t>
            </w:r>
          </w:p>
          <w:p w:rsidR="00B3468C" w:rsidRPr="00B3468C" w:rsidRDefault="00B3468C" w:rsidP="00E01D5B">
            <w:pPr>
              <w:spacing w:after="0"/>
              <w:jc w:val="center"/>
              <w:rPr>
                <w:rFonts w:ascii="Agency FB" w:hAnsi="Agency FB"/>
              </w:rPr>
            </w:pPr>
          </w:p>
        </w:tc>
      </w:tr>
    </w:tbl>
    <w:p w:rsidR="00641D4D" w:rsidRDefault="00641D4D">
      <w:pPr>
        <w:pStyle w:val="NoSpacing"/>
      </w:pPr>
    </w:p>
    <w:sectPr w:rsidR="00641D4D">
      <w:pgSz w:w="15840" w:h="12240" w:orient="landscape" w:code="1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58"/>
    <w:rsid w:val="00043729"/>
    <w:rsid w:val="00044155"/>
    <w:rsid w:val="000B5E5B"/>
    <w:rsid w:val="001A03B6"/>
    <w:rsid w:val="002464E0"/>
    <w:rsid w:val="00295233"/>
    <w:rsid w:val="00372E3F"/>
    <w:rsid w:val="00381220"/>
    <w:rsid w:val="003850AB"/>
    <w:rsid w:val="003C3BB7"/>
    <w:rsid w:val="0045662A"/>
    <w:rsid w:val="00487219"/>
    <w:rsid w:val="004B575B"/>
    <w:rsid w:val="004E293B"/>
    <w:rsid w:val="00560C96"/>
    <w:rsid w:val="005674D6"/>
    <w:rsid w:val="005743B0"/>
    <w:rsid w:val="00577795"/>
    <w:rsid w:val="005B061F"/>
    <w:rsid w:val="0060227E"/>
    <w:rsid w:val="006360C3"/>
    <w:rsid w:val="00641D4D"/>
    <w:rsid w:val="00665CDE"/>
    <w:rsid w:val="00673364"/>
    <w:rsid w:val="006900E9"/>
    <w:rsid w:val="006B6FF6"/>
    <w:rsid w:val="006D5940"/>
    <w:rsid w:val="00713290"/>
    <w:rsid w:val="0073363E"/>
    <w:rsid w:val="007555F2"/>
    <w:rsid w:val="00766538"/>
    <w:rsid w:val="0082184C"/>
    <w:rsid w:val="008262A0"/>
    <w:rsid w:val="00895306"/>
    <w:rsid w:val="008C50DF"/>
    <w:rsid w:val="008C6B73"/>
    <w:rsid w:val="008D7339"/>
    <w:rsid w:val="008E43FC"/>
    <w:rsid w:val="008F136D"/>
    <w:rsid w:val="00906B8D"/>
    <w:rsid w:val="009306BC"/>
    <w:rsid w:val="00961DB4"/>
    <w:rsid w:val="00972B01"/>
    <w:rsid w:val="00977807"/>
    <w:rsid w:val="00984F1E"/>
    <w:rsid w:val="009964CD"/>
    <w:rsid w:val="00A331DF"/>
    <w:rsid w:val="00A63EF3"/>
    <w:rsid w:val="00A971B3"/>
    <w:rsid w:val="00B15955"/>
    <w:rsid w:val="00B3468C"/>
    <w:rsid w:val="00B53687"/>
    <w:rsid w:val="00B55378"/>
    <w:rsid w:val="00BA3DF7"/>
    <w:rsid w:val="00BE0EDF"/>
    <w:rsid w:val="00BE4143"/>
    <w:rsid w:val="00CA6D9D"/>
    <w:rsid w:val="00CC4324"/>
    <w:rsid w:val="00CC55B8"/>
    <w:rsid w:val="00D85100"/>
    <w:rsid w:val="00DE52D6"/>
    <w:rsid w:val="00DF2938"/>
    <w:rsid w:val="00E01D5B"/>
    <w:rsid w:val="00E54948"/>
    <w:rsid w:val="00E83A6B"/>
    <w:rsid w:val="00EB5C1F"/>
    <w:rsid w:val="00EC0711"/>
    <w:rsid w:val="00EF76E5"/>
    <w:rsid w:val="00F116B1"/>
    <w:rsid w:val="00F20239"/>
    <w:rsid w:val="00F41291"/>
    <w:rsid w:val="00F442B8"/>
    <w:rsid w:val="00F466EA"/>
    <w:rsid w:val="00F71C5C"/>
    <w:rsid w:val="00FB4558"/>
    <w:rsid w:val="00FF01AC"/>
    <w:rsid w:val="00FF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F7126B-E8D3-48D0-9202-07E503C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Layout">
    <w:name w:val="Table Layout"/>
    <w:basedOn w:val="TableNormal"/>
    <w:uiPriority w:val="99"/>
    <w:tblPr>
      <w:tblCellMar>
        <w:left w:w="0" w:type="dxa"/>
        <w:right w:w="0" w:type="dxa"/>
      </w:tblCellMar>
    </w:tblPr>
  </w:style>
  <w:style w:type="paragraph" w:styleId="Caption">
    <w:name w:val="caption"/>
    <w:basedOn w:val="Normal"/>
    <w:next w:val="Normal"/>
    <w:uiPriority w:val="2"/>
    <w:unhideWhenUsed/>
    <w:qFormat/>
    <w:pPr>
      <w:spacing w:after="340" w:line="240" w:lineRule="auto"/>
    </w:pPr>
    <w:rPr>
      <w:i/>
      <w:iCs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Company">
    <w:name w:val="Company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Footer">
    <w:name w:val="footer"/>
    <w:basedOn w:val="Normal"/>
    <w:link w:val="FooterChar"/>
    <w:uiPriority w:val="2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2"/>
    <w:rPr>
      <w:rFonts w:asciiTheme="minorHAnsi" w:eastAsiaTheme="minorEastAsia" w:hAnsiTheme="minorHAnsi" w:cstheme="minorBidi"/>
      <w:sz w:val="17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SubtitleChar">
    <w:name w:val="Subtitle Char"/>
    <w:basedOn w:val="DefaultParagraphFont"/>
    <w:link w:val="Subtitle"/>
    <w:uiPriority w:val="1"/>
    <w:rPr>
      <w:i/>
      <w:iCs/>
      <w:color w:val="FFFFFF" w:themeColor="background1"/>
      <w:sz w:val="26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027E6F" w:themeColor="accent1" w:themeShade="BF"/>
        <w:bottom w:val="single" w:sz="4" w:space="14" w:color="027E6F" w:themeColor="accent1" w:themeShade="BF"/>
      </w:pBdr>
      <w:spacing w:before="480" w:after="480" w:line="336" w:lineRule="auto"/>
    </w:pPr>
    <w:rPr>
      <w:i/>
      <w:iCs/>
      <w:color w:val="027E6F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027E6F" w:themeColor="accent1" w:themeShade="BF"/>
      <w:sz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bCs/>
    </w:rPr>
  </w:style>
  <w:style w:type="character" w:customStyle="1" w:styleId="pagecopy1">
    <w:name w:val="pagecopy1"/>
    <w:basedOn w:val="DefaultParagraphFont"/>
    <w:rsid w:val="008D7339"/>
    <w:rPr>
      <w:rFonts w:ascii="Arial" w:hAnsi="Arial" w:cs="Arial" w:hint="default"/>
      <w:b w:val="0"/>
      <w:bCs w:val="0"/>
      <w:i w:val="0"/>
      <w:iCs w:val="0"/>
      <w:color w:val="CECCBF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0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pper\AppData\Roaming\Microsoft\Templates\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5CF7E2E5FB406B8577276996A55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BCDA6-FD0F-496D-962C-1FDA36FF4B3C}"/>
      </w:docPartPr>
      <w:docPartBody>
        <w:p w:rsidR="00C47CB7" w:rsidRDefault="00C47CB7" w:rsidP="00C47CB7">
          <w:pPr>
            <w:pStyle w:val="E25CF7E2E5FB406B8577276996A55C7F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B7"/>
    <w:rsid w:val="001077F4"/>
    <w:rsid w:val="00110893"/>
    <w:rsid w:val="001A5FB0"/>
    <w:rsid w:val="00292A4B"/>
    <w:rsid w:val="003D4366"/>
    <w:rsid w:val="005934B7"/>
    <w:rsid w:val="006871CE"/>
    <w:rsid w:val="007966A0"/>
    <w:rsid w:val="00B00D98"/>
    <w:rsid w:val="00C4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BAD75B17E54001953AD8318E2BB25C">
    <w:name w:val="95BAD75B17E54001953AD8318E2BB25C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200" w:line="288" w:lineRule="auto"/>
    </w:pPr>
    <w:rPr>
      <w:color w:val="50637D" w:themeColor="text2" w:themeTint="E6"/>
      <w:sz w:val="20"/>
    </w:rPr>
  </w:style>
  <w:style w:type="paragraph" w:customStyle="1" w:styleId="39095B242AF748C599F58E8301EB4093">
    <w:name w:val="39095B242AF748C599F58E8301EB4093"/>
  </w:style>
  <w:style w:type="paragraph" w:customStyle="1" w:styleId="8819A07ED38E48AEAC68F30A94850DAD">
    <w:name w:val="8819A07ED38E48AEAC68F30A94850DAD"/>
  </w:style>
  <w:style w:type="paragraph" w:customStyle="1" w:styleId="29F075D9559B4E7D8334F285A0D114A5">
    <w:name w:val="29F075D9559B4E7D8334F285A0D114A5"/>
  </w:style>
  <w:style w:type="paragraph" w:customStyle="1" w:styleId="183C92D9E7534A7CAD307C1221A338F8">
    <w:name w:val="183C92D9E7534A7CAD307C1221A338F8"/>
  </w:style>
  <w:style w:type="paragraph" w:customStyle="1" w:styleId="82E55F92EDCB439BBCDC56C77BF0762F">
    <w:name w:val="82E55F92EDCB439BBCDC56C77BF0762F"/>
  </w:style>
  <w:style w:type="paragraph" w:customStyle="1" w:styleId="78425C428EBE432EB1558E38396DB0AB">
    <w:name w:val="78425C428EBE432EB1558E38396DB0AB"/>
  </w:style>
  <w:style w:type="paragraph" w:customStyle="1" w:styleId="0341B55DF6C74EE591B3953ADC0A8E5C">
    <w:name w:val="0341B55DF6C74EE591B3953ADC0A8E5C"/>
  </w:style>
  <w:style w:type="paragraph" w:customStyle="1" w:styleId="466DBBF338E24968AD9A81DC31F4FA72">
    <w:name w:val="466DBBF338E24968AD9A81DC31F4FA72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customStyle="1" w:styleId="8C9F2FFB171C4264BBC27FA0B242B120">
    <w:name w:val="8C9F2FFB171C4264BBC27FA0B242B120"/>
  </w:style>
  <w:style w:type="paragraph" w:customStyle="1" w:styleId="09A0914987F34156BA16C5B03CA7ACE0">
    <w:name w:val="09A0914987F34156BA16C5B03CA7ACE0"/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2E74B5" w:themeColor="accent1" w:themeShade="BF"/>
        <w:bottom w:val="single" w:sz="4" w:space="14" w:color="2E74B5" w:themeColor="accent1" w:themeShade="BF"/>
      </w:pBdr>
      <w:spacing w:before="480" w:after="480" w:line="336" w:lineRule="auto"/>
    </w:pPr>
    <w:rPr>
      <w:i/>
      <w:iCs/>
      <w:color w:val="2E74B5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2E74B5" w:themeColor="accent1" w:themeShade="BF"/>
      <w:sz w:val="30"/>
    </w:rPr>
  </w:style>
  <w:style w:type="paragraph" w:customStyle="1" w:styleId="B0AFBAB1996640DFB819DFF5C67D8B2A">
    <w:name w:val="B0AFBAB1996640DFB819DFF5C67D8B2A"/>
  </w:style>
  <w:style w:type="paragraph" w:customStyle="1" w:styleId="E1F7B2A8EE46412DBCD9B927B7777A97">
    <w:name w:val="E1F7B2A8EE46412DBCD9B927B7777A97"/>
  </w:style>
  <w:style w:type="paragraph" w:customStyle="1" w:styleId="03C30C39613D4C57AA5799A765E9C8E7">
    <w:name w:val="03C30C39613D4C57AA5799A765E9C8E7"/>
    <w:rsid w:val="00C47CB7"/>
  </w:style>
  <w:style w:type="paragraph" w:customStyle="1" w:styleId="25563D801C6B49F3A19AF3115CD3C974">
    <w:name w:val="25563D801C6B49F3A19AF3115CD3C974"/>
    <w:rsid w:val="00C47CB7"/>
  </w:style>
  <w:style w:type="paragraph" w:customStyle="1" w:styleId="3671D929C96A42AFA260AFB84E506597">
    <w:name w:val="3671D929C96A42AFA260AFB84E506597"/>
    <w:rsid w:val="00C47CB7"/>
  </w:style>
  <w:style w:type="paragraph" w:customStyle="1" w:styleId="F472125457F949588534EF5C239F0CE9">
    <w:name w:val="F472125457F949588534EF5C239F0CE9"/>
    <w:rsid w:val="00C47CB7"/>
  </w:style>
  <w:style w:type="paragraph" w:customStyle="1" w:styleId="D9E04E6ECE3B4741B27B16788C8AD7E8">
    <w:name w:val="D9E04E6ECE3B4741B27B16788C8AD7E8"/>
    <w:rsid w:val="00C47CB7"/>
  </w:style>
  <w:style w:type="paragraph" w:customStyle="1" w:styleId="9FA674A60E07477E84CC768D6FA36787">
    <w:name w:val="9FA674A60E07477E84CC768D6FA36787"/>
    <w:rsid w:val="00C47CB7"/>
  </w:style>
  <w:style w:type="paragraph" w:customStyle="1" w:styleId="D94E09AEA5EB410EAFC5BAC394247638">
    <w:name w:val="D94E09AEA5EB410EAFC5BAC394247638"/>
    <w:rsid w:val="00C47CB7"/>
  </w:style>
  <w:style w:type="paragraph" w:customStyle="1" w:styleId="E25CF7E2E5FB406B8577276996A55C7F">
    <w:name w:val="E25CF7E2E5FB406B8577276996A55C7F"/>
    <w:rsid w:val="00C47C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9E81-0C24-4775-962E-38A881F68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FBA2D-4643-4807-8246-9DF955EA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2170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Located At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 Don</dc:creator>
  <cp:keywords/>
  <dc:description/>
  <cp:lastModifiedBy>Copper Don</cp:lastModifiedBy>
  <cp:revision>12</cp:revision>
  <cp:lastPrinted>2015-01-14T22:06:00Z</cp:lastPrinted>
  <dcterms:created xsi:type="dcterms:W3CDTF">2014-10-16T15:48:00Z</dcterms:created>
  <dcterms:modified xsi:type="dcterms:W3CDTF">2015-01-15T21:46:00Z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TC029118979991</vt:lpwstr>
  </property>
</Properties>
</file>